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5F" w:rsidRDefault="00204F98" w:rsidP="00204F98">
      <w:pPr>
        <w:jc w:val="center"/>
        <w:rPr>
          <w:szCs w:val="20"/>
        </w:rPr>
      </w:pPr>
      <w:r>
        <w:rPr>
          <w:szCs w:val="20"/>
        </w:rPr>
        <w:t>Объекты незавершенного строительства.</w:t>
      </w:r>
    </w:p>
    <w:p w:rsidR="00204F98" w:rsidRDefault="00204F98" w:rsidP="00204F98">
      <w:pPr>
        <w:jc w:val="center"/>
        <w:rPr>
          <w:szCs w:val="20"/>
        </w:rPr>
      </w:pPr>
    </w:p>
    <w:tbl>
      <w:tblPr>
        <w:tblStyle w:val="ac"/>
        <w:tblW w:w="16553" w:type="dxa"/>
        <w:tblLayout w:type="fixed"/>
        <w:tblLook w:val="04A0"/>
      </w:tblPr>
      <w:tblGrid>
        <w:gridCol w:w="540"/>
        <w:gridCol w:w="2341"/>
        <w:gridCol w:w="1055"/>
        <w:gridCol w:w="1559"/>
        <w:gridCol w:w="2551"/>
        <w:gridCol w:w="1701"/>
        <w:gridCol w:w="1134"/>
        <w:gridCol w:w="1560"/>
        <w:gridCol w:w="1417"/>
        <w:gridCol w:w="2695"/>
      </w:tblGrid>
      <w:tr w:rsidR="00061509" w:rsidTr="00153523">
        <w:tc>
          <w:tcPr>
            <w:tcW w:w="540" w:type="dxa"/>
          </w:tcPr>
          <w:p w:rsidR="00204F98" w:rsidRPr="00204F98" w:rsidRDefault="00204F98" w:rsidP="00204F98">
            <w:pPr>
              <w:pStyle w:val="af0"/>
              <w:tabs>
                <w:tab w:val="left" w:pos="567"/>
              </w:tabs>
              <w:spacing w:line="276" w:lineRule="auto"/>
              <w:ind w:left="0"/>
              <w:jc w:val="center"/>
            </w:pPr>
            <w:r w:rsidRPr="00204F98">
              <w:t>№ п/п</w:t>
            </w:r>
          </w:p>
        </w:tc>
        <w:tc>
          <w:tcPr>
            <w:tcW w:w="2341" w:type="dxa"/>
          </w:tcPr>
          <w:p w:rsidR="00204F98" w:rsidRPr="00204F98" w:rsidRDefault="00204F98" w:rsidP="00204F98">
            <w:pPr>
              <w:pStyle w:val="af0"/>
              <w:tabs>
                <w:tab w:val="left" w:pos="567"/>
              </w:tabs>
              <w:spacing w:line="276" w:lineRule="auto"/>
              <w:ind w:left="0"/>
              <w:jc w:val="center"/>
            </w:pPr>
            <w:r w:rsidRPr="00204F98">
              <w:t>Наименование объекта</w:t>
            </w:r>
          </w:p>
        </w:tc>
        <w:tc>
          <w:tcPr>
            <w:tcW w:w="1055" w:type="dxa"/>
          </w:tcPr>
          <w:p w:rsidR="00204F98" w:rsidRPr="00204F98" w:rsidRDefault="00204F98" w:rsidP="00204F98">
            <w:pPr>
              <w:jc w:val="center"/>
            </w:pPr>
            <w:r w:rsidRPr="00204F98">
              <w:t>Назначение</w:t>
            </w:r>
          </w:p>
        </w:tc>
        <w:tc>
          <w:tcPr>
            <w:tcW w:w="1559" w:type="dxa"/>
          </w:tcPr>
          <w:p w:rsidR="00204F98" w:rsidRPr="00204F98" w:rsidRDefault="00204F98" w:rsidP="00204F98">
            <w:pPr>
              <w:jc w:val="center"/>
            </w:pPr>
            <w:r w:rsidRPr="00204F98">
              <w:t>Разрешение на строительство (№,дата)</w:t>
            </w:r>
          </w:p>
        </w:tc>
        <w:tc>
          <w:tcPr>
            <w:tcW w:w="2551" w:type="dxa"/>
          </w:tcPr>
          <w:p w:rsidR="00204F98" w:rsidRPr="00204F98" w:rsidRDefault="00204F98" w:rsidP="00204F98">
            <w:pPr>
              <w:jc w:val="center"/>
            </w:pPr>
            <w:r w:rsidRPr="00204F98">
              <w:t>Кадастровый № земельного участка</w:t>
            </w:r>
          </w:p>
        </w:tc>
        <w:tc>
          <w:tcPr>
            <w:tcW w:w="1701" w:type="dxa"/>
          </w:tcPr>
          <w:p w:rsidR="00204F98" w:rsidRPr="00204F98" w:rsidRDefault="00204F98" w:rsidP="00204F98">
            <w:pPr>
              <w:jc w:val="center"/>
            </w:pPr>
            <w:r w:rsidRPr="00204F98">
              <w:t>Фактические затраты на строительство</w:t>
            </w:r>
          </w:p>
        </w:tc>
        <w:tc>
          <w:tcPr>
            <w:tcW w:w="1134" w:type="dxa"/>
          </w:tcPr>
          <w:p w:rsidR="00204F98" w:rsidRPr="00204F98" w:rsidRDefault="00204F98" w:rsidP="00204F98">
            <w:pPr>
              <w:jc w:val="center"/>
            </w:pPr>
            <w:r w:rsidRPr="00204F98">
              <w:t>Процент готовности</w:t>
            </w:r>
          </w:p>
        </w:tc>
        <w:tc>
          <w:tcPr>
            <w:tcW w:w="1560" w:type="dxa"/>
          </w:tcPr>
          <w:p w:rsidR="00204F98" w:rsidRPr="00204F98" w:rsidRDefault="00204F98" w:rsidP="00204F98">
            <w:pPr>
              <w:jc w:val="center"/>
            </w:pPr>
            <w:r w:rsidRPr="00204F98">
              <w:t>Дата начала строительства</w:t>
            </w:r>
          </w:p>
        </w:tc>
        <w:tc>
          <w:tcPr>
            <w:tcW w:w="1417" w:type="dxa"/>
          </w:tcPr>
          <w:p w:rsidR="00204F98" w:rsidRDefault="00204F98" w:rsidP="00204F98">
            <w:pPr>
              <w:jc w:val="center"/>
            </w:pPr>
            <w:r w:rsidRPr="00204F98">
              <w:t>Ожидаемые сроки окончания</w:t>
            </w:r>
          </w:p>
          <w:p w:rsidR="00EA565F" w:rsidRPr="00204F98" w:rsidRDefault="00EA565F" w:rsidP="00204F98">
            <w:pPr>
              <w:jc w:val="center"/>
            </w:pPr>
            <w:r>
              <w:t>СМР</w:t>
            </w:r>
          </w:p>
        </w:tc>
        <w:tc>
          <w:tcPr>
            <w:tcW w:w="2695" w:type="dxa"/>
          </w:tcPr>
          <w:p w:rsidR="00153523" w:rsidRDefault="00204F98" w:rsidP="00153523">
            <w:r w:rsidRPr="00204F98">
              <w:t xml:space="preserve">Текущее </w:t>
            </w:r>
          </w:p>
          <w:p w:rsidR="00204F98" w:rsidRPr="00204F98" w:rsidRDefault="00204F98" w:rsidP="00153523">
            <w:r w:rsidRPr="00204F98">
              <w:t>состояние</w:t>
            </w:r>
          </w:p>
        </w:tc>
      </w:tr>
      <w:tr w:rsidR="00061509" w:rsidTr="00153523">
        <w:tc>
          <w:tcPr>
            <w:tcW w:w="540" w:type="dxa"/>
          </w:tcPr>
          <w:p w:rsidR="00204F98" w:rsidRDefault="00C0492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341" w:type="dxa"/>
          </w:tcPr>
          <w:p w:rsidR="00204F98" w:rsidRPr="00C04920" w:rsidRDefault="00C04920" w:rsidP="00204F98">
            <w:pPr>
              <w:jc w:val="center"/>
            </w:pPr>
            <w:r w:rsidRPr="00C04920">
              <w:t>Строительство линейного объекта инженерной инфраструктуры для присоединительного водопровода Ду-350 мм от ВЗУ-1 к водоводу ВСВ в районе ВК-11/7 в городском поселении Электроугли Ногинского муниципального района Московской области</w:t>
            </w:r>
          </w:p>
        </w:tc>
        <w:tc>
          <w:tcPr>
            <w:tcW w:w="1055" w:type="dxa"/>
          </w:tcPr>
          <w:p w:rsidR="00204F98" w:rsidRDefault="00742E7F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Водоснабжение</w:t>
            </w:r>
          </w:p>
        </w:tc>
        <w:tc>
          <w:tcPr>
            <w:tcW w:w="1559" w:type="dxa"/>
          </w:tcPr>
          <w:p w:rsidR="00204F98" w:rsidRDefault="00742E7F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Разрешения на размещение объекта: </w:t>
            </w:r>
            <w:r w:rsidR="00F64DED">
              <w:rPr>
                <w:szCs w:val="20"/>
              </w:rPr>
              <w:t xml:space="preserve">       </w:t>
            </w:r>
            <w:r>
              <w:rPr>
                <w:szCs w:val="20"/>
              </w:rPr>
              <w:t xml:space="preserve"> -</w:t>
            </w:r>
            <w:r w:rsidR="000C0927">
              <w:rPr>
                <w:szCs w:val="20"/>
              </w:rPr>
              <w:t xml:space="preserve"> </w:t>
            </w:r>
            <w:r>
              <w:rPr>
                <w:szCs w:val="20"/>
              </w:rPr>
              <w:t>№91 от 29.01.2019 г;</w:t>
            </w:r>
          </w:p>
          <w:p w:rsidR="00F64DED" w:rsidRDefault="00F64DED" w:rsidP="00204F98">
            <w:pPr>
              <w:jc w:val="center"/>
            </w:pPr>
            <w:r>
              <w:rPr>
                <w:szCs w:val="20"/>
              </w:rPr>
              <w:t>-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F64DED">
              <w:t>№ 232 от 07.02.2019</w:t>
            </w:r>
            <w:r>
              <w:t xml:space="preserve"> г;</w:t>
            </w:r>
          </w:p>
          <w:p w:rsidR="00F64DED" w:rsidRDefault="00F64DED" w:rsidP="00204F98">
            <w:pPr>
              <w:jc w:val="center"/>
              <w:rPr>
                <w:szCs w:val="20"/>
              </w:rPr>
            </w:pPr>
            <w:r>
              <w:t>-</w:t>
            </w:r>
            <w:r w:rsidR="000C0927">
              <w:t xml:space="preserve"> </w:t>
            </w:r>
            <w:r>
              <w:t>№2340 от 30.10.2018 г.</w:t>
            </w:r>
          </w:p>
          <w:p w:rsidR="00742E7F" w:rsidRDefault="00742E7F" w:rsidP="00204F98">
            <w:pPr>
              <w:jc w:val="center"/>
              <w:rPr>
                <w:szCs w:val="20"/>
              </w:rPr>
            </w:pPr>
          </w:p>
        </w:tc>
        <w:tc>
          <w:tcPr>
            <w:tcW w:w="2551" w:type="dxa"/>
          </w:tcPr>
          <w:p w:rsidR="00204F98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50:16:0701020;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50:16:0000000:68907;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50:16:0701020:10;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50:16:0000000:525;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50:16:0000000:125;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50:16:0701002;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50:16:0701002:1915;</w:t>
            </w:r>
          </w:p>
          <w:p w:rsidR="000F3FE0" w:rsidRDefault="000F3FE0" w:rsidP="000F3FE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50:16:0000000:126;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50:16:0000000:60432;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50:16:0000000:60435;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50:16:0701027;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50:16:0701005;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50:16:0000000:57850;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50:16:0701021;</w:t>
            </w:r>
          </w:p>
          <w:p w:rsidR="000F3FE0" w:rsidRDefault="000F3FE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50:16:0000000:57565;</w:t>
            </w:r>
          </w:p>
          <w:p w:rsidR="000F3FE0" w:rsidRDefault="00085331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50:16:0702005:42;</w:t>
            </w:r>
          </w:p>
          <w:p w:rsidR="00085331" w:rsidRDefault="00085331" w:rsidP="0008533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50:16:0701020</w:t>
            </w:r>
          </w:p>
        </w:tc>
        <w:tc>
          <w:tcPr>
            <w:tcW w:w="1701" w:type="dxa"/>
          </w:tcPr>
          <w:p w:rsidR="00204F98" w:rsidRDefault="00AB6087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384 731 790,00 руб.</w:t>
            </w:r>
          </w:p>
        </w:tc>
        <w:tc>
          <w:tcPr>
            <w:tcW w:w="1134" w:type="dxa"/>
          </w:tcPr>
          <w:p w:rsidR="00204F98" w:rsidRDefault="00AB6087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98 %</w:t>
            </w:r>
          </w:p>
        </w:tc>
        <w:tc>
          <w:tcPr>
            <w:tcW w:w="1560" w:type="dxa"/>
          </w:tcPr>
          <w:p w:rsidR="00204F98" w:rsidRDefault="00AB6087" w:rsidP="005F4AC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24.08.</w:t>
            </w:r>
            <w:r w:rsidR="005F51B8">
              <w:rPr>
                <w:szCs w:val="20"/>
              </w:rPr>
              <w:t>20</w:t>
            </w:r>
            <w:r>
              <w:rPr>
                <w:szCs w:val="20"/>
              </w:rPr>
              <w:t>1</w:t>
            </w:r>
            <w:r w:rsidR="005F4AC2">
              <w:rPr>
                <w:szCs w:val="20"/>
              </w:rPr>
              <w:t>8</w:t>
            </w:r>
            <w:r w:rsidR="00FC5EF8">
              <w:rPr>
                <w:szCs w:val="20"/>
              </w:rPr>
              <w:t xml:space="preserve"> </w:t>
            </w:r>
            <w:r>
              <w:rPr>
                <w:szCs w:val="20"/>
              </w:rPr>
              <w:t>г.</w:t>
            </w:r>
          </w:p>
        </w:tc>
        <w:tc>
          <w:tcPr>
            <w:tcW w:w="1417" w:type="dxa"/>
          </w:tcPr>
          <w:p w:rsidR="00204F98" w:rsidRPr="000C0927" w:rsidRDefault="00EA565F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выполнено</w:t>
            </w:r>
          </w:p>
        </w:tc>
        <w:tc>
          <w:tcPr>
            <w:tcW w:w="2695" w:type="dxa"/>
          </w:tcPr>
          <w:p w:rsidR="00EA565F" w:rsidRDefault="00EA565F" w:rsidP="00153523">
            <w:pPr>
              <w:rPr>
                <w:szCs w:val="20"/>
              </w:rPr>
            </w:pPr>
            <w:r>
              <w:rPr>
                <w:szCs w:val="20"/>
              </w:rPr>
              <w:t>Пуско-</w:t>
            </w:r>
          </w:p>
          <w:p w:rsidR="00EA565F" w:rsidRDefault="00EA565F" w:rsidP="00153523">
            <w:pPr>
              <w:rPr>
                <w:szCs w:val="20"/>
              </w:rPr>
            </w:pPr>
            <w:r>
              <w:rPr>
                <w:szCs w:val="20"/>
              </w:rPr>
              <w:t xml:space="preserve">наладочные </w:t>
            </w:r>
          </w:p>
          <w:p w:rsidR="00EA565F" w:rsidRDefault="00EA565F" w:rsidP="00153523">
            <w:pPr>
              <w:rPr>
                <w:szCs w:val="20"/>
              </w:rPr>
            </w:pPr>
            <w:r>
              <w:rPr>
                <w:szCs w:val="20"/>
              </w:rPr>
              <w:t>работы, анализ</w:t>
            </w:r>
          </w:p>
          <w:p w:rsidR="00204F98" w:rsidRDefault="00EA565F" w:rsidP="00153523">
            <w:pPr>
              <w:rPr>
                <w:szCs w:val="20"/>
              </w:rPr>
            </w:pPr>
            <w:r>
              <w:rPr>
                <w:szCs w:val="20"/>
              </w:rPr>
              <w:t>качества воды</w:t>
            </w:r>
          </w:p>
        </w:tc>
      </w:tr>
      <w:tr w:rsidR="00061509" w:rsidTr="00153523">
        <w:tc>
          <w:tcPr>
            <w:tcW w:w="540" w:type="dxa"/>
          </w:tcPr>
          <w:p w:rsidR="00204F98" w:rsidRDefault="00C0492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341" w:type="dxa"/>
          </w:tcPr>
          <w:p w:rsidR="00204F98" w:rsidRPr="00C04920" w:rsidRDefault="00C04920" w:rsidP="00204F98">
            <w:pPr>
              <w:jc w:val="center"/>
            </w:pPr>
            <w:r w:rsidRPr="00C04920">
              <w:rPr>
                <w:color w:val="000000" w:themeColor="text1"/>
              </w:rPr>
              <w:t xml:space="preserve">Строительство </w:t>
            </w:r>
            <w:r w:rsidRPr="00C04920">
              <w:t>линейного объекта инженерной инфраструктуры</w:t>
            </w:r>
            <w:r w:rsidRPr="00C04920">
              <w:rPr>
                <w:color w:val="000000" w:themeColor="text1"/>
              </w:rPr>
              <w:t xml:space="preserve"> </w:t>
            </w:r>
            <w:r w:rsidRPr="00C04920">
              <w:t xml:space="preserve">второго  магистрального водопровода Ду-700мм  от ВК-19 до ВК-7.14  (врезка на Старую Купавну) в Ногинском </w:t>
            </w:r>
            <w:r w:rsidRPr="00C04920">
              <w:lastRenderedPageBreak/>
              <w:t>муниципальном районе Московской области</w:t>
            </w:r>
          </w:p>
        </w:tc>
        <w:tc>
          <w:tcPr>
            <w:tcW w:w="1055" w:type="dxa"/>
          </w:tcPr>
          <w:p w:rsidR="00204F98" w:rsidRDefault="00742E7F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Водоснабжение</w:t>
            </w:r>
          </w:p>
        </w:tc>
        <w:tc>
          <w:tcPr>
            <w:tcW w:w="1559" w:type="dxa"/>
          </w:tcPr>
          <w:p w:rsidR="00204F98" w:rsidRPr="00742E7F" w:rsidRDefault="00742E7F" w:rsidP="00204F98">
            <w:pPr>
              <w:jc w:val="center"/>
              <w:rPr>
                <w:szCs w:val="20"/>
              </w:rPr>
            </w:pPr>
            <w:r w:rsidRPr="00742E7F">
              <w:rPr>
                <w:bCs/>
              </w:rPr>
              <w:t>RU50-16-11797-2018 от 26.09.2018</w:t>
            </w:r>
            <w:r w:rsidR="00A15363">
              <w:rPr>
                <w:bCs/>
              </w:rPr>
              <w:t xml:space="preserve"> г.</w:t>
            </w:r>
          </w:p>
        </w:tc>
        <w:tc>
          <w:tcPr>
            <w:tcW w:w="2551" w:type="dxa"/>
          </w:tcPr>
          <w:p w:rsidR="00204F98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50:16:0000000:59684;</w:t>
            </w:r>
          </w:p>
          <w:p w:rsidR="00EB5BD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50:16:0502009;</w:t>
            </w:r>
          </w:p>
          <w:p w:rsidR="00EB5BD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50:16:0502009:157;</w:t>
            </w:r>
          </w:p>
          <w:p w:rsidR="00EB5BD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50:16:0502009:861;</w:t>
            </w:r>
          </w:p>
          <w:p w:rsidR="00EB5BD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50:16:0501026;</w:t>
            </w:r>
          </w:p>
          <w:p w:rsidR="00EB5BD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50:16:0501026:43;</w:t>
            </w:r>
          </w:p>
          <w:p w:rsidR="00EB5BD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50:16:0000000:59695;</w:t>
            </w:r>
          </w:p>
          <w:p w:rsidR="00EB5BD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50:16:0502045;</w:t>
            </w:r>
          </w:p>
          <w:p w:rsidR="00EB5BD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50:16:0000000:59658;</w:t>
            </w:r>
          </w:p>
          <w:p w:rsidR="00EB5BD2" w:rsidRDefault="00EB5BD2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50:16:0501026:41;</w:t>
            </w:r>
          </w:p>
          <w:p w:rsidR="00EB5BD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50:16:0000000:59671;</w:t>
            </w:r>
          </w:p>
          <w:p w:rsidR="00EB5BD2" w:rsidRDefault="00EB5BD2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50:16:0501027;</w:t>
            </w:r>
          </w:p>
          <w:p w:rsidR="00EB5BD2" w:rsidRDefault="00EB5BD2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50:16:0501014;</w:t>
            </w:r>
          </w:p>
          <w:p w:rsidR="00EB5BD2" w:rsidRDefault="00EB5BD2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50:16:0501027:5;</w:t>
            </w:r>
          </w:p>
          <w:p w:rsidR="00EB5BD2" w:rsidRDefault="00EB5BD2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50:16:0000000:397;</w:t>
            </w:r>
          </w:p>
          <w:p w:rsidR="00EB5BD2" w:rsidRDefault="00EB5BD2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50:16:0603036;</w:t>
            </w:r>
          </w:p>
          <w:p w:rsidR="00EB5BD2" w:rsidRDefault="00EB5BD2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50:16:0000000:59730</w:t>
            </w:r>
            <w:r w:rsidR="00A15363">
              <w:rPr>
                <w:szCs w:val="20"/>
              </w:rPr>
              <w:t>;</w:t>
            </w:r>
          </w:p>
          <w:p w:rsidR="00A15363" w:rsidRDefault="00A15363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50:16:0603004;</w:t>
            </w:r>
          </w:p>
          <w:p w:rsidR="00A15363" w:rsidRDefault="00A15363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50:16:0603021;</w:t>
            </w:r>
          </w:p>
          <w:p w:rsidR="00A15363" w:rsidRDefault="00A15363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50:16:0603031;</w:t>
            </w:r>
          </w:p>
          <w:p w:rsidR="00A15363" w:rsidRDefault="00A15363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50:16:0603044;</w:t>
            </w:r>
          </w:p>
          <w:p w:rsidR="00A15363" w:rsidRDefault="00A15363" w:rsidP="00EB5B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50:16:0000000:59684</w:t>
            </w:r>
          </w:p>
        </w:tc>
        <w:tc>
          <w:tcPr>
            <w:tcW w:w="1701" w:type="dxa"/>
          </w:tcPr>
          <w:p w:rsidR="00204F98" w:rsidRDefault="0090586F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747 158 270,00</w:t>
            </w:r>
            <w:r w:rsidR="00FC5EF8">
              <w:rPr>
                <w:szCs w:val="20"/>
              </w:rPr>
              <w:t xml:space="preserve"> руб.</w:t>
            </w:r>
          </w:p>
        </w:tc>
        <w:tc>
          <w:tcPr>
            <w:tcW w:w="1134" w:type="dxa"/>
          </w:tcPr>
          <w:p w:rsidR="00204F98" w:rsidRDefault="00511813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</w:t>
            </w:r>
            <w:r w:rsidR="004B29B4">
              <w:rPr>
                <w:szCs w:val="20"/>
              </w:rPr>
              <w:t xml:space="preserve"> %</w:t>
            </w:r>
          </w:p>
        </w:tc>
        <w:tc>
          <w:tcPr>
            <w:tcW w:w="1560" w:type="dxa"/>
          </w:tcPr>
          <w:p w:rsidR="00204F98" w:rsidRDefault="0090586F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17.09.</w:t>
            </w:r>
            <w:r w:rsidR="005F51B8">
              <w:rPr>
                <w:szCs w:val="20"/>
              </w:rPr>
              <w:t>20</w:t>
            </w:r>
            <w:r>
              <w:rPr>
                <w:szCs w:val="20"/>
              </w:rPr>
              <w:t>18</w:t>
            </w:r>
            <w:r w:rsidR="00FC5EF8">
              <w:rPr>
                <w:szCs w:val="20"/>
              </w:rPr>
              <w:t xml:space="preserve"> </w:t>
            </w:r>
            <w:r>
              <w:rPr>
                <w:szCs w:val="20"/>
              </w:rPr>
              <w:t>г.</w:t>
            </w:r>
          </w:p>
        </w:tc>
        <w:tc>
          <w:tcPr>
            <w:tcW w:w="1417" w:type="dxa"/>
          </w:tcPr>
          <w:p w:rsidR="00204F98" w:rsidRDefault="00EA565F" w:rsidP="00EA361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20.07</w:t>
            </w:r>
            <w:r w:rsidR="00FC5EF8">
              <w:rPr>
                <w:szCs w:val="20"/>
              </w:rPr>
              <w:t>.</w:t>
            </w:r>
            <w:r w:rsidR="00153523">
              <w:rPr>
                <w:szCs w:val="20"/>
              </w:rPr>
              <w:t>20</w:t>
            </w:r>
            <w:r w:rsidR="00FC5EF8">
              <w:rPr>
                <w:szCs w:val="20"/>
              </w:rPr>
              <w:t>1</w:t>
            </w:r>
            <w:r w:rsidR="00EA361A">
              <w:rPr>
                <w:szCs w:val="20"/>
              </w:rPr>
              <w:t>9</w:t>
            </w:r>
            <w:r w:rsidR="00FC5EF8">
              <w:rPr>
                <w:szCs w:val="20"/>
              </w:rPr>
              <w:t xml:space="preserve"> г.</w:t>
            </w:r>
          </w:p>
        </w:tc>
        <w:tc>
          <w:tcPr>
            <w:tcW w:w="2695" w:type="dxa"/>
          </w:tcPr>
          <w:p w:rsidR="00204F98" w:rsidRDefault="00061509" w:rsidP="00153523">
            <w:pPr>
              <w:rPr>
                <w:szCs w:val="20"/>
              </w:rPr>
            </w:pPr>
            <w:r>
              <w:rPr>
                <w:szCs w:val="20"/>
              </w:rPr>
              <w:t>Выполнение строительно-монтажных работ</w:t>
            </w:r>
          </w:p>
        </w:tc>
      </w:tr>
      <w:tr w:rsidR="00061509" w:rsidTr="00153523">
        <w:tc>
          <w:tcPr>
            <w:tcW w:w="540" w:type="dxa"/>
          </w:tcPr>
          <w:p w:rsidR="00061509" w:rsidRDefault="00061509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3</w:t>
            </w:r>
          </w:p>
        </w:tc>
        <w:tc>
          <w:tcPr>
            <w:tcW w:w="2341" w:type="dxa"/>
          </w:tcPr>
          <w:p w:rsidR="00061509" w:rsidRPr="005F4AC2" w:rsidRDefault="00061509" w:rsidP="00204F98">
            <w:pPr>
              <w:jc w:val="center"/>
            </w:pPr>
            <w:r w:rsidRPr="005F4AC2">
              <w:t>Реконструкция камеры К-64 по адресу: Московская область, Воскресенский муниципальный район, городское поселение Хорлово</w:t>
            </w:r>
          </w:p>
        </w:tc>
        <w:tc>
          <w:tcPr>
            <w:tcW w:w="1055" w:type="dxa"/>
          </w:tcPr>
          <w:p w:rsidR="00061509" w:rsidRPr="005F4AC2" w:rsidRDefault="00742E7F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Водоотведение</w:t>
            </w:r>
          </w:p>
        </w:tc>
        <w:tc>
          <w:tcPr>
            <w:tcW w:w="1559" w:type="dxa"/>
          </w:tcPr>
          <w:p w:rsidR="00061509" w:rsidRPr="005F4AC2" w:rsidRDefault="00A15363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2551" w:type="dxa"/>
          </w:tcPr>
          <w:p w:rsidR="00061509" w:rsidRPr="005F4AC2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50:00:0000000:529</w:t>
            </w:r>
          </w:p>
        </w:tc>
        <w:tc>
          <w:tcPr>
            <w:tcW w:w="1701" w:type="dxa"/>
          </w:tcPr>
          <w:p w:rsidR="00061509" w:rsidRPr="005F4AC2" w:rsidRDefault="00061509" w:rsidP="00204F98">
            <w:pPr>
              <w:jc w:val="center"/>
              <w:rPr>
                <w:szCs w:val="20"/>
              </w:rPr>
            </w:pPr>
            <w:r w:rsidRPr="005F4AC2">
              <w:rPr>
                <w:szCs w:val="20"/>
              </w:rPr>
              <w:t>16 641 688,88 руб.</w:t>
            </w:r>
          </w:p>
        </w:tc>
        <w:tc>
          <w:tcPr>
            <w:tcW w:w="1134" w:type="dxa"/>
          </w:tcPr>
          <w:p w:rsidR="00061509" w:rsidRPr="005F4AC2" w:rsidRDefault="00EA565F" w:rsidP="005F4AC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  <w:r w:rsidR="00061509" w:rsidRPr="005F4AC2">
              <w:rPr>
                <w:szCs w:val="20"/>
              </w:rPr>
              <w:t xml:space="preserve"> %</w:t>
            </w:r>
          </w:p>
        </w:tc>
        <w:tc>
          <w:tcPr>
            <w:tcW w:w="1560" w:type="dxa"/>
          </w:tcPr>
          <w:p w:rsidR="00061509" w:rsidRPr="005F4AC2" w:rsidRDefault="00061509" w:rsidP="00204F98">
            <w:pPr>
              <w:jc w:val="center"/>
              <w:rPr>
                <w:szCs w:val="20"/>
              </w:rPr>
            </w:pPr>
            <w:r w:rsidRPr="005F4AC2">
              <w:rPr>
                <w:szCs w:val="20"/>
              </w:rPr>
              <w:t>11.03.</w:t>
            </w:r>
            <w:r w:rsidR="005F51B8">
              <w:rPr>
                <w:szCs w:val="20"/>
              </w:rPr>
              <w:t>20</w:t>
            </w:r>
            <w:r w:rsidRPr="005F4AC2">
              <w:rPr>
                <w:szCs w:val="20"/>
              </w:rPr>
              <w:t>19 г.</w:t>
            </w:r>
          </w:p>
        </w:tc>
        <w:tc>
          <w:tcPr>
            <w:tcW w:w="1417" w:type="dxa"/>
          </w:tcPr>
          <w:p w:rsidR="00061509" w:rsidRPr="00EA565F" w:rsidRDefault="00EA565F" w:rsidP="00204F98">
            <w:pPr>
              <w:jc w:val="center"/>
              <w:rPr>
                <w:szCs w:val="20"/>
              </w:rPr>
            </w:pPr>
            <w:r w:rsidRPr="00EA565F">
              <w:rPr>
                <w:szCs w:val="20"/>
              </w:rPr>
              <w:t>выполнено</w:t>
            </w:r>
          </w:p>
        </w:tc>
        <w:tc>
          <w:tcPr>
            <w:tcW w:w="2695" w:type="dxa"/>
          </w:tcPr>
          <w:p w:rsidR="00EA565F" w:rsidRDefault="00EA565F" w:rsidP="00EA565F">
            <w:pPr>
              <w:rPr>
                <w:szCs w:val="20"/>
              </w:rPr>
            </w:pPr>
            <w:r>
              <w:rPr>
                <w:szCs w:val="20"/>
              </w:rPr>
              <w:t>Пуско-</w:t>
            </w:r>
          </w:p>
          <w:p w:rsidR="00EA565F" w:rsidRDefault="00EA565F" w:rsidP="00EA565F">
            <w:pPr>
              <w:rPr>
                <w:szCs w:val="20"/>
              </w:rPr>
            </w:pPr>
            <w:r>
              <w:rPr>
                <w:szCs w:val="20"/>
              </w:rPr>
              <w:t xml:space="preserve">наладочные </w:t>
            </w:r>
          </w:p>
          <w:p w:rsidR="00061509" w:rsidRPr="00AE6E3B" w:rsidRDefault="00EA565F" w:rsidP="00EA565F">
            <w:pPr>
              <w:rPr>
                <w:szCs w:val="20"/>
              </w:rPr>
            </w:pPr>
            <w:r>
              <w:rPr>
                <w:szCs w:val="20"/>
              </w:rPr>
              <w:t>работы</w:t>
            </w:r>
          </w:p>
        </w:tc>
      </w:tr>
      <w:tr w:rsidR="00061509" w:rsidTr="00153523">
        <w:tc>
          <w:tcPr>
            <w:tcW w:w="540" w:type="dxa"/>
          </w:tcPr>
          <w:p w:rsidR="00061509" w:rsidRDefault="00061509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341" w:type="dxa"/>
          </w:tcPr>
          <w:p w:rsidR="00061509" w:rsidRPr="00C04920" w:rsidRDefault="00061509" w:rsidP="00204F98">
            <w:pPr>
              <w:jc w:val="center"/>
            </w:pPr>
            <w:r w:rsidRPr="00C04920">
              <w:t>Строительство присоединительного водовода от Восточной системы водоснабжения Московской области к г. Ногинск</w:t>
            </w:r>
          </w:p>
        </w:tc>
        <w:tc>
          <w:tcPr>
            <w:tcW w:w="1055" w:type="dxa"/>
          </w:tcPr>
          <w:p w:rsidR="00061509" w:rsidRDefault="00742E7F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Водоснабжение</w:t>
            </w:r>
          </w:p>
        </w:tc>
        <w:tc>
          <w:tcPr>
            <w:tcW w:w="1559" w:type="dxa"/>
          </w:tcPr>
          <w:p w:rsidR="00061509" w:rsidRDefault="00A15363" w:rsidP="00A15363">
            <w:pPr>
              <w:jc w:val="center"/>
              <w:rPr>
                <w:szCs w:val="20"/>
              </w:rPr>
            </w:pPr>
            <w:r>
              <w:rPr>
                <w:sz w:val="23"/>
                <w:szCs w:val="23"/>
              </w:rPr>
              <w:t>Разрешение на размещение объекта № 2656 от 03.12.2018 г.</w:t>
            </w:r>
          </w:p>
        </w:tc>
        <w:tc>
          <w:tcPr>
            <w:tcW w:w="2551" w:type="dxa"/>
          </w:tcPr>
          <w:p w:rsidR="00061509" w:rsidRPr="00A15363" w:rsidRDefault="00A15363" w:rsidP="00204F98">
            <w:pPr>
              <w:jc w:val="center"/>
            </w:pPr>
            <w:r w:rsidRPr="00A15363">
              <w:t>50:16:0302007; 50:16:0302008; 50:16:0302025</w:t>
            </w:r>
          </w:p>
        </w:tc>
        <w:tc>
          <w:tcPr>
            <w:tcW w:w="1701" w:type="dxa"/>
          </w:tcPr>
          <w:p w:rsidR="00061509" w:rsidRDefault="00061509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30 453 902,40 руб.</w:t>
            </w:r>
          </w:p>
        </w:tc>
        <w:tc>
          <w:tcPr>
            <w:tcW w:w="1134" w:type="dxa"/>
          </w:tcPr>
          <w:p w:rsidR="00061509" w:rsidRDefault="00061509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71 %</w:t>
            </w:r>
          </w:p>
        </w:tc>
        <w:tc>
          <w:tcPr>
            <w:tcW w:w="1560" w:type="dxa"/>
          </w:tcPr>
          <w:p w:rsidR="00061509" w:rsidRDefault="00061509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15.04.</w:t>
            </w:r>
            <w:r w:rsidR="005F51B8">
              <w:rPr>
                <w:szCs w:val="20"/>
              </w:rPr>
              <w:t>20</w:t>
            </w:r>
            <w:r>
              <w:rPr>
                <w:szCs w:val="20"/>
              </w:rPr>
              <w:t>19 г.</w:t>
            </w:r>
          </w:p>
        </w:tc>
        <w:tc>
          <w:tcPr>
            <w:tcW w:w="1417" w:type="dxa"/>
          </w:tcPr>
          <w:p w:rsidR="00061509" w:rsidRPr="00EA565F" w:rsidRDefault="00EA565F" w:rsidP="00204F98">
            <w:pPr>
              <w:jc w:val="center"/>
              <w:rPr>
                <w:szCs w:val="20"/>
              </w:rPr>
            </w:pPr>
            <w:r w:rsidRPr="00EA565F">
              <w:rPr>
                <w:szCs w:val="20"/>
              </w:rPr>
              <w:t>15</w:t>
            </w:r>
            <w:r w:rsidR="00061509" w:rsidRPr="00EA565F">
              <w:rPr>
                <w:szCs w:val="20"/>
              </w:rPr>
              <w:t>.06.</w:t>
            </w:r>
            <w:r w:rsidR="00153523" w:rsidRPr="00EA565F">
              <w:rPr>
                <w:szCs w:val="20"/>
              </w:rPr>
              <w:t>20</w:t>
            </w:r>
            <w:r w:rsidR="00061509" w:rsidRPr="00EA565F">
              <w:rPr>
                <w:szCs w:val="20"/>
              </w:rPr>
              <w:t>19 г.</w:t>
            </w:r>
          </w:p>
        </w:tc>
        <w:tc>
          <w:tcPr>
            <w:tcW w:w="2695" w:type="dxa"/>
          </w:tcPr>
          <w:p w:rsidR="00EA565F" w:rsidRDefault="00061509" w:rsidP="00B323D9">
            <w:pPr>
              <w:rPr>
                <w:szCs w:val="20"/>
              </w:rPr>
            </w:pPr>
            <w:r>
              <w:rPr>
                <w:szCs w:val="20"/>
              </w:rPr>
              <w:t xml:space="preserve">Выполнение строительно-монтажных </w:t>
            </w:r>
          </w:p>
          <w:p w:rsidR="00061509" w:rsidRPr="00AE6E3B" w:rsidRDefault="00061509" w:rsidP="00B323D9">
            <w:pPr>
              <w:rPr>
                <w:szCs w:val="20"/>
              </w:rPr>
            </w:pPr>
            <w:r>
              <w:rPr>
                <w:szCs w:val="20"/>
              </w:rPr>
              <w:t>работ</w:t>
            </w:r>
          </w:p>
        </w:tc>
      </w:tr>
      <w:tr w:rsidR="00061509" w:rsidTr="00153523">
        <w:tc>
          <w:tcPr>
            <w:tcW w:w="540" w:type="dxa"/>
          </w:tcPr>
          <w:p w:rsidR="00204F98" w:rsidRDefault="005F51B8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2341" w:type="dxa"/>
          </w:tcPr>
          <w:p w:rsidR="005F51B8" w:rsidRPr="005F51B8" w:rsidRDefault="005F51B8" w:rsidP="005F51B8">
            <w:pPr>
              <w:jc w:val="center"/>
            </w:pPr>
            <w:r w:rsidRPr="005F51B8">
              <w:t>Капитальный ремонт правой ветки железобетонного коллектора от К-45 до К-37</w:t>
            </w:r>
          </w:p>
          <w:p w:rsidR="005F51B8" w:rsidRPr="00E8588B" w:rsidRDefault="005F51B8" w:rsidP="005F51B8">
            <w:pPr>
              <w:autoSpaceDE w:val="0"/>
              <w:autoSpaceDN w:val="0"/>
              <w:adjustRightInd w:val="0"/>
              <w:jc w:val="both"/>
            </w:pPr>
          </w:p>
          <w:p w:rsidR="00204F98" w:rsidRDefault="00204F98" w:rsidP="00204F98">
            <w:pPr>
              <w:jc w:val="center"/>
              <w:rPr>
                <w:szCs w:val="20"/>
              </w:rPr>
            </w:pPr>
          </w:p>
        </w:tc>
        <w:tc>
          <w:tcPr>
            <w:tcW w:w="1055" w:type="dxa"/>
          </w:tcPr>
          <w:p w:rsidR="00204F98" w:rsidRDefault="005F51B8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Водоотведение</w:t>
            </w:r>
          </w:p>
        </w:tc>
        <w:tc>
          <w:tcPr>
            <w:tcW w:w="1559" w:type="dxa"/>
          </w:tcPr>
          <w:p w:rsidR="00204F98" w:rsidRDefault="00A15363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2551" w:type="dxa"/>
          </w:tcPr>
          <w:p w:rsidR="00204F98" w:rsidRDefault="00EB5BD2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50:00:0000000:529</w:t>
            </w:r>
          </w:p>
        </w:tc>
        <w:tc>
          <w:tcPr>
            <w:tcW w:w="1701" w:type="dxa"/>
          </w:tcPr>
          <w:p w:rsidR="00204F98" w:rsidRDefault="002973A0" w:rsidP="00204F98">
            <w:pPr>
              <w:jc w:val="center"/>
              <w:rPr>
                <w:szCs w:val="20"/>
              </w:rPr>
            </w:pPr>
            <w:r>
              <w:rPr>
                <w:color w:val="000000" w:themeColor="text1"/>
              </w:rPr>
              <w:t>3 905 799,58 руб.</w:t>
            </w:r>
          </w:p>
        </w:tc>
        <w:tc>
          <w:tcPr>
            <w:tcW w:w="1134" w:type="dxa"/>
          </w:tcPr>
          <w:p w:rsidR="00204F98" w:rsidRDefault="002973A0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5%</w:t>
            </w:r>
          </w:p>
        </w:tc>
        <w:tc>
          <w:tcPr>
            <w:tcW w:w="1560" w:type="dxa"/>
          </w:tcPr>
          <w:p w:rsidR="00204F98" w:rsidRDefault="005F51B8" w:rsidP="00204F9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29.01.2019 г.</w:t>
            </w:r>
          </w:p>
        </w:tc>
        <w:tc>
          <w:tcPr>
            <w:tcW w:w="1417" w:type="dxa"/>
          </w:tcPr>
          <w:p w:rsidR="00204F98" w:rsidRPr="00EA565F" w:rsidRDefault="008D0996" w:rsidP="00204F98">
            <w:pPr>
              <w:jc w:val="center"/>
              <w:rPr>
                <w:szCs w:val="20"/>
              </w:rPr>
            </w:pPr>
            <w:r w:rsidRPr="00EA565F">
              <w:rPr>
                <w:rFonts w:eastAsia="Calibri"/>
                <w:lang w:eastAsia="en-US"/>
              </w:rPr>
              <w:t>17.07</w:t>
            </w:r>
            <w:r w:rsidR="005F51B8" w:rsidRPr="00EA565F">
              <w:rPr>
                <w:rFonts w:eastAsia="Calibri"/>
                <w:lang w:eastAsia="en-US"/>
              </w:rPr>
              <w:t>.2019 г.</w:t>
            </w:r>
          </w:p>
        </w:tc>
        <w:tc>
          <w:tcPr>
            <w:tcW w:w="2695" w:type="dxa"/>
          </w:tcPr>
          <w:p w:rsidR="00EA565F" w:rsidRDefault="005F51B8" w:rsidP="005F51B8">
            <w:pPr>
              <w:rPr>
                <w:szCs w:val="20"/>
              </w:rPr>
            </w:pPr>
            <w:r>
              <w:rPr>
                <w:szCs w:val="20"/>
              </w:rPr>
              <w:t xml:space="preserve">Выполнение строительно-монтажных </w:t>
            </w:r>
          </w:p>
          <w:p w:rsidR="00204F98" w:rsidRDefault="005F51B8" w:rsidP="005F51B8">
            <w:pPr>
              <w:rPr>
                <w:szCs w:val="20"/>
              </w:rPr>
            </w:pPr>
            <w:r>
              <w:rPr>
                <w:szCs w:val="20"/>
              </w:rPr>
              <w:t>работ</w:t>
            </w:r>
          </w:p>
        </w:tc>
      </w:tr>
    </w:tbl>
    <w:p w:rsidR="00204F98" w:rsidRPr="009C398B" w:rsidRDefault="00204F98" w:rsidP="00204F98">
      <w:pPr>
        <w:jc w:val="center"/>
        <w:rPr>
          <w:szCs w:val="20"/>
        </w:rPr>
      </w:pPr>
    </w:p>
    <w:sectPr w:rsidR="00204F98" w:rsidRPr="009C398B" w:rsidSect="00153523">
      <w:headerReference w:type="even" r:id="rId8"/>
      <w:footerReference w:type="even" r:id="rId9"/>
      <w:pgSz w:w="16838" w:h="11906" w:orient="landscape"/>
      <w:pgMar w:top="1134" w:right="851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28C" w:rsidRDefault="005C628C">
      <w:r>
        <w:separator/>
      </w:r>
    </w:p>
  </w:endnote>
  <w:endnote w:type="continuationSeparator" w:id="1">
    <w:p w:rsidR="005C628C" w:rsidRDefault="005C6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5A5" w:rsidRDefault="003A20C2" w:rsidP="008E7CB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015A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15A5" w:rsidRDefault="00A015A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28C" w:rsidRDefault="005C628C">
      <w:r>
        <w:separator/>
      </w:r>
    </w:p>
  </w:footnote>
  <w:footnote w:type="continuationSeparator" w:id="1">
    <w:p w:rsidR="005C628C" w:rsidRDefault="005C6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5A5" w:rsidRDefault="003A20C2" w:rsidP="00BF1EA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015A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15A5" w:rsidRDefault="00A015A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3EE9"/>
    <w:multiLevelType w:val="hybridMultilevel"/>
    <w:tmpl w:val="9B9C4CD4"/>
    <w:lvl w:ilvl="0" w:tplc="B48033E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FE64AF"/>
    <w:multiLevelType w:val="hybridMultilevel"/>
    <w:tmpl w:val="7420946E"/>
    <w:lvl w:ilvl="0" w:tplc="D2D0134A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02F0E58"/>
    <w:multiLevelType w:val="hybridMultilevel"/>
    <w:tmpl w:val="D2A8256C"/>
    <w:lvl w:ilvl="0" w:tplc="36781DFA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104B4CB3"/>
    <w:multiLevelType w:val="hybridMultilevel"/>
    <w:tmpl w:val="D81E8EC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74823"/>
    <w:multiLevelType w:val="singleLevel"/>
    <w:tmpl w:val="3574291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>
    <w:nsid w:val="1ED466F3"/>
    <w:multiLevelType w:val="multilevel"/>
    <w:tmpl w:val="1ED67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37F0340E"/>
    <w:multiLevelType w:val="hybridMultilevel"/>
    <w:tmpl w:val="739E06DA"/>
    <w:lvl w:ilvl="0" w:tplc="C63CA4A8">
      <w:start w:val="1"/>
      <w:numFmt w:val="decimal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3D053826"/>
    <w:multiLevelType w:val="hybridMultilevel"/>
    <w:tmpl w:val="C08C3872"/>
    <w:lvl w:ilvl="0" w:tplc="F64E9C4C">
      <w:start w:val="1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519575CE"/>
    <w:multiLevelType w:val="hybridMultilevel"/>
    <w:tmpl w:val="605047DC"/>
    <w:lvl w:ilvl="0" w:tplc="45ECE20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942287"/>
    <w:multiLevelType w:val="hybridMultilevel"/>
    <w:tmpl w:val="19D8F01A"/>
    <w:lvl w:ilvl="0" w:tplc="BAC82FFA">
      <w:start w:val="1"/>
      <w:numFmt w:val="decimal"/>
      <w:lvlText w:val="%1."/>
      <w:lvlJc w:val="left"/>
      <w:pPr>
        <w:ind w:left="122" w:hanging="360"/>
      </w:pPr>
      <w:rPr>
        <w:rFonts w:ascii="Times New Roman" w:eastAsia="Courier New" w:hAnsi="Times New Roman" w:cs="Times New Roman" w:hint="default"/>
        <w:b w:val="0"/>
        <w:w w:val="99"/>
        <w:sz w:val="28"/>
        <w:szCs w:val="28"/>
      </w:rPr>
    </w:lvl>
    <w:lvl w:ilvl="1" w:tplc="C5BE88DC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D99E27CE">
      <w:numFmt w:val="bullet"/>
      <w:lvlText w:val="•"/>
      <w:lvlJc w:val="left"/>
      <w:pPr>
        <w:ind w:left="2013" w:hanging="360"/>
      </w:pPr>
      <w:rPr>
        <w:rFonts w:hint="default"/>
      </w:rPr>
    </w:lvl>
    <w:lvl w:ilvl="3" w:tplc="56C2D0F8">
      <w:numFmt w:val="bullet"/>
      <w:lvlText w:val="•"/>
      <w:lvlJc w:val="left"/>
      <w:pPr>
        <w:ind w:left="2959" w:hanging="360"/>
      </w:pPr>
      <w:rPr>
        <w:rFonts w:hint="default"/>
      </w:rPr>
    </w:lvl>
    <w:lvl w:ilvl="4" w:tplc="5476B9E4">
      <w:numFmt w:val="bullet"/>
      <w:lvlText w:val="•"/>
      <w:lvlJc w:val="left"/>
      <w:pPr>
        <w:ind w:left="3906" w:hanging="360"/>
      </w:pPr>
      <w:rPr>
        <w:rFonts w:hint="default"/>
      </w:rPr>
    </w:lvl>
    <w:lvl w:ilvl="5" w:tplc="EBBC1D50">
      <w:numFmt w:val="bullet"/>
      <w:lvlText w:val="•"/>
      <w:lvlJc w:val="left"/>
      <w:pPr>
        <w:ind w:left="4853" w:hanging="360"/>
      </w:pPr>
      <w:rPr>
        <w:rFonts w:hint="default"/>
      </w:rPr>
    </w:lvl>
    <w:lvl w:ilvl="6" w:tplc="DDCEDC42">
      <w:numFmt w:val="bullet"/>
      <w:lvlText w:val="•"/>
      <w:lvlJc w:val="left"/>
      <w:pPr>
        <w:ind w:left="5799" w:hanging="360"/>
      </w:pPr>
      <w:rPr>
        <w:rFonts w:hint="default"/>
      </w:rPr>
    </w:lvl>
    <w:lvl w:ilvl="7" w:tplc="83886BBA">
      <w:numFmt w:val="bullet"/>
      <w:lvlText w:val="•"/>
      <w:lvlJc w:val="left"/>
      <w:pPr>
        <w:ind w:left="6746" w:hanging="360"/>
      </w:pPr>
      <w:rPr>
        <w:rFonts w:hint="default"/>
      </w:rPr>
    </w:lvl>
    <w:lvl w:ilvl="8" w:tplc="2A9E4BDC">
      <w:numFmt w:val="bullet"/>
      <w:lvlText w:val="•"/>
      <w:lvlJc w:val="left"/>
      <w:pPr>
        <w:ind w:left="7693" w:hanging="360"/>
      </w:pPr>
      <w:rPr>
        <w:rFonts w:hint="default"/>
      </w:rPr>
    </w:lvl>
  </w:abstractNum>
  <w:abstractNum w:abstractNumId="10">
    <w:nsid w:val="59902C7B"/>
    <w:multiLevelType w:val="hybridMultilevel"/>
    <w:tmpl w:val="96B88B36"/>
    <w:lvl w:ilvl="0" w:tplc="16867C9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11">
    <w:nsid w:val="5A203E45"/>
    <w:multiLevelType w:val="hybridMultilevel"/>
    <w:tmpl w:val="4B44EF88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">
    <w:nsid w:val="76D34D93"/>
    <w:multiLevelType w:val="hybridMultilevel"/>
    <w:tmpl w:val="739E06DA"/>
    <w:lvl w:ilvl="0" w:tplc="C63CA4A8">
      <w:start w:val="1"/>
      <w:numFmt w:val="decimal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793820B3"/>
    <w:multiLevelType w:val="hybridMultilevel"/>
    <w:tmpl w:val="798A0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57B14"/>
    <w:multiLevelType w:val="hybridMultilevel"/>
    <w:tmpl w:val="AD762E96"/>
    <w:lvl w:ilvl="0" w:tplc="4F0CDA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7"/>
  </w:num>
  <w:num w:numId="5">
    <w:abstractNumId w:val="14"/>
  </w:num>
  <w:num w:numId="6">
    <w:abstractNumId w:val="6"/>
  </w:num>
  <w:num w:numId="7">
    <w:abstractNumId w:val="12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68290"/>
  </w:hdrShapeDefaults>
  <w:footnotePr>
    <w:footnote w:id="0"/>
    <w:footnote w:id="1"/>
  </w:footnotePr>
  <w:endnotePr>
    <w:endnote w:id="0"/>
    <w:endnote w:id="1"/>
  </w:endnotePr>
  <w:compat/>
  <w:rsids>
    <w:rsidRoot w:val="0085242C"/>
    <w:rsid w:val="00001252"/>
    <w:rsid w:val="0000341C"/>
    <w:rsid w:val="00004D0E"/>
    <w:rsid w:val="00006B23"/>
    <w:rsid w:val="00010A09"/>
    <w:rsid w:val="00012418"/>
    <w:rsid w:val="000127AD"/>
    <w:rsid w:val="00014EB8"/>
    <w:rsid w:val="00021C79"/>
    <w:rsid w:val="00022F9B"/>
    <w:rsid w:val="00032925"/>
    <w:rsid w:val="00033584"/>
    <w:rsid w:val="000361F7"/>
    <w:rsid w:val="000362A5"/>
    <w:rsid w:val="0004086C"/>
    <w:rsid w:val="00043E6E"/>
    <w:rsid w:val="00045181"/>
    <w:rsid w:val="0005299B"/>
    <w:rsid w:val="000539C4"/>
    <w:rsid w:val="00053D25"/>
    <w:rsid w:val="00054F45"/>
    <w:rsid w:val="000569AA"/>
    <w:rsid w:val="00056FB4"/>
    <w:rsid w:val="00061509"/>
    <w:rsid w:val="000632DB"/>
    <w:rsid w:val="00063BEC"/>
    <w:rsid w:val="000641AE"/>
    <w:rsid w:val="00064DA1"/>
    <w:rsid w:val="000662F9"/>
    <w:rsid w:val="000679E2"/>
    <w:rsid w:val="000753FA"/>
    <w:rsid w:val="00076817"/>
    <w:rsid w:val="000808D7"/>
    <w:rsid w:val="00080946"/>
    <w:rsid w:val="00085331"/>
    <w:rsid w:val="00086438"/>
    <w:rsid w:val="000909E4"/>
    <w:rsid w:val="00092497"/>
    <w:rsid w:val="000935B8"/>
    <w:rsid w:val="00093B5A"/>
    <w:rsid w:val="00095E90"/>
    <w:rsid w:val="000A11A6"/>
    <w:rsid w:val="000A1A5C"/>
    <w:rsid w:val="000A41A4"/>
    <w:rsid w:val="000A4BAC"/>
    <w:rsid w:val="000A6AB1"/>
    <w:rsid w:val="000B0056"/>
    <w:rsid w:val="000B1B0F"/>
    <w:rsid w:val="000B2063"/>
    <w:rsid w:val="000B5B1E"/>
    <w:rsid w:val="000B6174"/>
    <w:rsid w:val="000B76AF"/>
    <w:rsid w:val="000B7D1D"/>
    <w:rsid w:val="000C0927"/>
    <w:rsid w:val="000C17A8"/>
    <w:rsid w:val="000C2021"/>
    <w:rsid w:val="000C341C"/>
    <w:rsid w:val="000C4BBA"/>
    <w:rsid w:val="000D1B97"/>
    <w:rsid w:val="000D1E4F"/>
    <w:rsid w:val="000D2ADE"/>
    <w:rsid w:val="000D35B5"/>
    <w:rsid w:val="000D4CC9"/>
    <w:rsid w:val="000D6CF4"/>
    <w:rsid w:val="000D7646"/>
    <w:rsid w:val="000D7738"/>
    <w:rsid w:val="000E03A9"/>
    <w:rsid w:val="000E1FAA"/>
    <w:rsid w:val="000E2A44"/>
    <w:rsid w:val="000E2D71"/>
    <w:rsid w:val="000E3CE2"/>
    <w:rsid w:val="000E4596"/>
    <w:rsid w:val="000E5E12"/>
    <w:rsid w:val="000E7430"/>
    <w:rsid w:val="000F10B6"/>
    <w:rsid w:val="000F3FE0"/>
    <w:rsid w:val="000F40E9"/>
    <w:rsid w:val="000F4306"/>
    <w:rsid w:val="000F47F4"/>
    <w:rsid w:val="000F60F6"/>
    <w:rsid w:val="001025F4"/>
    <w:rsid w:val="00103A72"/>
    <w:rsid w:val="00104AA3"/>
    <w:rsid w:val="0011546A"/>
    <w:rsid w:val="00116F31"/>
    <w:rsid w:val="001207B1"/>
    <w:rsid w:val="00121FD1"/>
    <w:rsid w:val="0012264A"/>
    <w:rsid w:val="00124208"/>
    <w:rsid w:val="00125587"/>
    <w:rsid w:val="0012590E"/>
    <w:rsid w:val="001263F4"/>
    <w:rsid w:val="001272AA"/>
    <w:rsid w:val="0013263B"/>
    <w:rsid w:val="00133BF2"/>
    <w:rsid w:val="001342F9"/>
    <w:rsid w:val="00134F6F"/>
    <w:rsid w:val="001352BF"/>
    <w:rsid w:val="001366F9"/>
    <w:rsid w:val="00140907"/>
    <w:rsid w:val="001423F7"/>
    <w:rsid w:val="00142B51"/>
    <w:rsid w:val="00142D16"/>
    <w:rsid w:val="00144F16"/>
    <w:rsid w:val="00147759"/>
    <w:rsid w:val="001513E5"/>
    <w:rsid w:val="0015280C"/>
    <w:rsid w:val="00152E78"/>
    <w:rsid w:val="00153523"/>
    <w:rsid w:val="001576F0"/>
    <w:rsid w:val="00162FC9"/>
    <w:rsid w:val="001636BF"/>
    <w:rsid w:val="00165487"/>
    <w:rsid w:val="00172223"/>
    <w:rsid w:val="00172B99"/>
    <w:rsid w:val="00180E0F"/>
    <w:rsid w:val="0018233F"/>
    <w:rsid w:val="001836A3"/>
    <w:rsid w:val="00183B2B"/>
    <w:rsid w:val="00183EBA"/>
    <w:rsid w:val="00184FCA"/>
    <w:rsid w:val="0018599F"/>
    <w:rsid w:val="00185FFD"/>
    <w:rsid w:val="00187FAE"/>
    <w:rsid w:val="00190D2D"/>
    <w:rsid w:val="0019271C"/>
    <w:rsid w:val="001A035C"/>
    <w:rsid w:val="001A3D0B"/>
    <w:rsid w:val="001A40B0"/>
    <w:rsid w:val="001A7B78"/>
    <w:rsid w:val="001B10E8"/>
    <w:rsid w:val="001B1C8C"/>
    <w:rsid w:val="001B6A4C"/>
    <w:rsid w:val="001C1BA5"/>
    <w:rsid w:val="001C3965"/>
    <w:rsid w:val="001C3E2F"/>
    <w:rsid w:val="001D020B"/>
    <w:rsid w:val="001D410C"/>
    <w:rsid w:val="001D4457"/>
    <w:rsid w:val="001D59D1"/>
    <w:rsid w:val="001D7ECE"/>
    <w:rsid w:val="001E058B"/>
    <w:rsid w:val="001E0C49"/>
    <w:rsid w:val="002009A0"/>
    <w:rsid w:val="00202B45"/>
    <w:rsid w:val="002031B0"/>
    <w:rsid w:val="00204F98"/>
    <w:rsid w:val="00205085"/>
    <w:rsid w:val="0020593A"/>
    <w:rsid w:val="0020619F"/>
    <w:rsid w:val="002133A8"/>
    <w:rsid w:val="00214F29"/>
    <w:rsid w:val="00215357"/>
    <w:rsid w:val="00216B4A"/>
    <w:rsid w:val="002311B4"/>
    <w:rsid w:val="002337EE"/>
    <w:rsid w:val="00234E5B"/>
    <w:rsid w:val="0024094C"/>
    <w:rsid w:val="002432C7"/>
    <w:rsid w:val="00251A4F"/>
    <w:rsid w:val="002526F3"/>
    <w:rsid w:val="002537FB"/>
    <w:rsid w:val="00253F42"/>
    <w:rsid w:val="00257A18"/>
    <w:rsid w:val="00261078"/>
    <w:rsid w:val="00262316"/>
    <w:rsid w:val="002655FE"/>
    <w:rsid w:val="002661BB"/>
    <w:rsid w:val="00267662"/>
    <w:rsid w:val="00270E1B"/>
    <w:rsid w:val="00271769"/>
    <w:rsid w:val="0027230A"/>
    <w:rsid w:val="0027272C"/>
    <w:rsid w:val="00274725"/>
    <w:rsid w:val="002803A1"/>
    <w:rsid w:val="0028318B"/>
    <w:rsid w:val="00286D2D"/>
    <w:rsid w:val="00287B16"/>
    <w:rsid w:val="0029441E"/>
    <w:rsid w:val="002952E5"/>
    <w:rsid w:val="00296B89"/>
    <w:rsid w:val="002973A0"/>
    <w:rsid w:val="002A60BA"/>
    <w:rsid w:val="002A6240"/>
    <w:rsid w:val="002A6DDB"/>
    <w:rsid w:val="002A7923"/>
    <w:rsid w:val="002B4C69"/>
    <w:rsid w:val="002B4CF9"/>
    <w:rsid w:val="002B762C"/>
    <w:rsid w:val="002B7B9F"/>
    <w:rsid w:val="002C1B2F"/>
    <w:rsid w:val="002C4402"/>
    <w:rsid w:val="002C44D5"/>
    <w:rsid w:val="002C5901"/>
    <w:rsid w:val="002D28FB"/>
    <w:rsid w:val="002D291C"/>
    <w:rsid w:val="002D71C2"/>
    <w:rsid w:val="002D7220"/>
    <w:rsid w:val="002D7D31"/>
    <w:rsid w:val="002E0D52"/>
    <w:rsid w:val="002E259A"/>
    <w:rsid w:val="002E2D5B"/>
    <w:rsid w:val="002E57D2"/>
    <w:rsid w:val="002E5B54"/>
    <w:rsid w:val="002E5FFA"/>
    <w:rsid w:val="002E6458"/>
    <w:rsid w:val="002E759F"/>
    <w:rsid w:val="002E7C32"/>
    <w:rsid w:val="002F50BC"/>
    <w:rsid w:val="002F7F87"/>
    <w:rsid w:val="00303AC8"/>
    <w:rsid w:val="00312B77"/>
    <w:rsid w:val="00317C0A"/>
    <w:rsid w:val="00321CAA"/>
    <w:rsid w:val="0032522A"/>
    <w:rsid w:val="00325B64"/>
    <w:rsid w:val="003272EE"/>
    <w:rsid w:val="0032775E"/>
    <w:rsid w:val="00333735"/>
    <w:rsid w:val="003357E4"/>
    <w:rsid w:val="003404AA"/>
    <w:rsid w:val="00343477"/>
    <w:rsid w:val="003469CE"/>
    <w:rsid w:val="003479A0"/>
    <w:rsid w:val="00352147"/>
    <w:rsid w:val="003535E2"/>
    <w:rsid w:val="00354693"/>
    <w:rsid w:val="0036188D"/>
    <w:rsid w:val="00365244"/>
    <w:rsid w:val="00365770"/>
    <w:rsid w:val="003665FB"/>
    <w:rsid w:val="00373378"/>
    <w:rsid w:val="003745D8"/>
    <w:rsid w:val="003775B8"/>
    <w:rsid w:val="00384542"/>
    <w:rsid w:val="00385641"/>
    <w:rsid w:val="00386D2D"/>
    <w:rsid w:val="00393781"/>
    <w:rsid w:val="0039423E"/>
    <w:rsid w:val="00397AEB"/>
    <w:rsid w:val="003A20C2"/>
    <w:rsid w:val="003A2573"/>
    <w:rsid w:val="003A4FB6"/>
    <w:rsid w:val="003A5BDF"/>
    <w:rsid w:val="003A661E"/>
    <w:rsid w:val="003A6944"/>
    <w:rsid w:val="003A7F51"/>
    <w:rsid w:val="003B5D72"/>
    <w:rsid w:val="003B5DEA"/>
    <w:rsid w:val="003B6CE2"/>
    <w:rsid w:val="003B7BE7"/>
    <w:rsid w:val="003C30FA"/>
    <w:rsid w:val="003C3780"/>
    <w:rsid w:val="003C64FD"/>
    <w:rsid w:val="003C6DDB"/>
    <w:rsid w:val="003C7D5E"/>
    <w:rsid w:val="003D00AF"/>
    <w:rsid w:val="003D090E"/>
    <w:rsid w:val="003E543B"/>
    <w:rsid w:val="003F027A"/>
    <w:rsid w:val="003F0DAD"/>
    <w:rsid w:val="003F1132"/>
    <w:rsid w:val="003F2BF8"/>
    <w:rsid w:val="003F5633"/>
    <w:rsid w:val="003F7AA2"/>
    <w:rsid w:val="0040161A"/>
    <w:rsid w:val="00401D38"/>
    <w:rsid w:val="00402182"/>
    <w:rsid w:val="004100B7"/>
    <w:rsid w:val="00410CB6"/>
    <w:rsid w:val="0041332B"/>
    <w:rsid w:val="004145CF"/>
    <w:rsid w:val="00416907"/>
    <w:rsid w:val="00416E65"/>
    <w:rsid w:val="00416F77"/>
    <w:rsid w:val="004206D1"/>
    <w:rsid w:val="00422793"/>
    <w:rsid w:val="0042403B"/>
    <w:rsid w:val="00427FD9"/>
    <w:rsid w:val="004333EE"/>
    <w:rsid w:val="00433DC8"/>
    <w:rsid w:val="004401D6"/>
    <w:rsid w:val="00442F3E"/>
    <w:rsid w:val="00443215"/>
    <w:rsid w:val="00447E33"/>
    <w:rsid w:val="00451F6E"/>
    <w:rsid w:val="004614F9"/>
    <w:rsid w:val="00465DB8"/>
    <w:rsid w:val="00467A76"/>
    <w:rsid w:val="00470E13"/>
    <w:rsid w:val="004720E9"/>
    <w:rsid w:val="00490938"/>
    <w:rsid w:val="0049207E"/>
    <w:rsid w:val="00493152"/>
    <w:rsid w:val="00497923"/>
    <w:rsid w:val="004A3463"/>
    <w:rsid w:val="004A4B71"/>
    <w:rsid w:val="004A742C"/>
    <w:rsid w:val="004B29B4"/>
    <w:rsid w:val="004C0777"/>
    <w:rsid w:val="004C16FD"/>
    <w:rsid w:val="004C1DE7"/>
    <w:rsid w:val="004C44FC"/>
    <w:rsid w:val="004C6456"/>
    <w:rsid w:val="004D73A9"/>
    <w:rsid w:val="004E0C55"/>
    <w:rsid w:val="004E2512"/>
    <w:rsid w:val="004E2CCA"/>
    <w:rsid w:val="004E4E4D"/>
    <w:rsid w:val="004E5C4F"/>
    <w:rsid w:val="004E6AF6"/>
    <w:rsid w:val="004F04DD"/>
    <w:rsid w:val="004F19FF"/>
    <w:rsid w:val="004F3831"/>
    <w:rsid w:val="0050075C"/>
    <w:rsid w:val="00501D95"/>
    <w:rsid w:val="00502BE0"/>
    <w:rsid w:val="00504923"/>
    <w:rsid w:val="0050540F"/>
    <w:rsid w:val="00505CF1"/>
    <w:rsid w:val="00511813"/>
    <w:rsid w:val="00511AF7"/>
    <w:rsid w:val="0051246E"/>
    <w:rsid w:val="00512E82"/>
    <w:rsid w:val="00517775"/>
    <w:rsid w:val="00520F22"/>
    <w:rsid w:val="005223D7"/>
    <w:rsid w:val="00525870"/>
    <w:rsid w:val="00527898"/>
    <w:rsid w:val="00527CF9"/>
    <w:rsid w:val="00527F14"/>
    <w:rsid w:val="005331B5"/>
    <w:rsid w:val="005342F4"/>
    <w:rsid w:val="00535153"/>
    <w:rsid w:val="00536EFA"/>
    <w:rsid w:val="0053781D"/>
    <w:rsid w:val="00537F3B"/>
    <w:rsid w:val="005431E1"/>
    <w:rsid w:val="00544B37"/>
    <w:rsid w:val="00550776"/>
    <w:rsid w:val="00552AB5"/>
    <w:rsid w:val="005531C1"/>
    <w:rsid w:val="00555370"/>
    <w:rsid w:val="00562234"/>
    <w:rsid w:val="00563ADB"/>
    <w:rsid w:val="00563B62"/>
    <w:rsid w:val="005730B8"/>
    <w:rsid w:val="00577A28"/>
    <w:rsid w:val="00577FC4"/>
    <w:rsid w:val="00581B54"/>
    <w:rsid w:val="00583B99"/>
    <w:rsid w:val="005909F9"/>
    <w:rsid w:val="0059208E"/>
    <w:rsid w:val="005937B9"/>
    <w:rsid w:val="005939D6"/>
    <w:rsid w:val="005A662D"/>
    <w:rsid w:val="005B1956"/>
    <w:rsid w:val="005B1D6B"/>
    <w:rsid w:val="005B2A6C"/>
    <w:rsid w:val="005B5C8A"/>
    <w:rsid w:val="005C4267"/>
    <w:rsid w:val="005C48BF"/>
    <w:rsid w:val="005C628C"/>
    <w:rsid w:val="005D0627"/>
    <w:rsid w:val="005D0B91"/>
    <w:rsid w:val="005D1A8B"/>
    <w:rsid w:val="005D358C"/>
    <w:rsid w:val="005D6F71"/>
    <w:rsid w:val="005E25E4"/>
    <w:rsid w:val="005E27C3"/>
    <w:rsid w:val="005E32BB"/>
    <w:rsid w:val="005E4965"/>
    <w:rsid w:val="005E4E23"/>
    <w:rsid w:val="005E5C4A"/>
    <w:rsid w:val="005F1342"/>
    <w:rsid w:val="005F3371"/>
    <w:rsid w:val="005F4AC2"/>
    <w:rsid w:val="005F51B8"/>
    <w:rsid w:val="005F5261"/>
    <w:rsid w:val="005F6D13"/>
    <w:rsid w:val="00602080"/>
    <w:rsid w:val="00605E85"/>
    <w:rsid w:val="006062F1"/>
    <w:rsid w:val="00612939"/>
    <w:rsid w:val="00616433"/>
    <w:rsid w:val="00621E54"/>
    <w:rsid w:val="00623DDA"/>
    <w:rsid w:val="00624015"/>
    <w:rsid w:val="00624CAC"/>
    <w:rsid w:val="00625F3E"/>
    <w:rsid w:val="00631221"/>
    <w:rsid w:val="006349B9"/>
    <w:rsid w:val="00635B53"/>
    <w:rsid w:val="00642B70"/>
    <w:rsid w:val="0064391C"/>
    <w:rsid w:val="00643A24"/>
    <w:rsid w:val="00644B44"/>
    <w:rsid w:val="006468C2"/>
    <w:rsid w:val="00654767"/>
    <w:rsid w:val="00661625"/>
    <w:rsid w:val="006631C2"/>
    <w:rsid w:val="006633D7"/>
    <w:rsid w:val="0066689D"/>
    <w:rsid w:val="006712E4"/>
    <w:rsid w:val="00673AAE"/>
    <w:rsid w:val="006800B1"/>
    <w:rsid w:val="006801C7"/>
    <w:rsid w:val="00680F93"/>
    <w:rsid w:val="006840CC"/>
    <w:rsid w:val="00684C43"/>
    <w:rsid w:val="006853CB"/>
    <w:rsid w:val="00687233"/>
    <w:rsid w:val="00690D0C"/>
    <w:rsid w:val="006939AD"/>
    <w:rsid w:val="0069688C"/>
    <w:rsid w:val="006976B0"/>
    <w:rsid w:val="006A06EB"/>
    <w:rsid w:val="006A39F9"/>
    <w:rsid w:val="006B043F"/>
    <w:rsid w:val="006B130D"/>
    <w:rsid w:val="006B7015"/>
    <w:rsid w:val="006B7D8F"/>
    <w:rsid w:val="006C3BAC"/>
    <w:rsid w:val="006C713F"/>
    <w:rsid w:val="006D42E4"/>
    <w:rsid w:val="006D445E"/>
    <w:rsid w:val="006D5F0D"/>
    <w:rsid w:val="006D7C47"/>
    <w:rsid w:val="006E348E"/>
    <w:rsid w:val="006E6993"/>
    <w:rsid w:val="006E6C07"/>
    <w:rsid w:val="006F04FD"/>
    <w:rsid w:val="007064D2"/>
    <w:rsid w:val="007066D3"/>
    <w:rsid w:val="00723044"/>
    <w:rsid w:val="007238A7"/>
    <w:rsid w:val="0073353D"/>
    <w:rsid w:val="00734482"/>
    <w:rsid w:val="00735D33"/>
    <w:rsid w:val="007407B4"/>
    <w:rsid w:val="00742E7F"/>
    <w:rsid w:val="00743D0B"/>
    <w:rsid w:val="00744CF3"/>
    <w:rsid w:val="00746EA5"/>
    <w:rsid w:val="007511ED"/>
    <w:rsid w:val="00754CCB"/>
    <w:rsid w:val="00757231"/>
    <w:rsid w:val="00761DA9"/>
    <w:rsid w:val="007654BD"/>
    <w:rsid w:val="007729E7"/>
    <w:rsid w:val="00777E74"/>
    <w:rsid w:val="00780A08"/>
    <w:rsid w:val="0078155D"/>
    <w:rsid w:val="007919BB"/>
    <w:rsid w:val="00792359"/>
    <w:rsid w:val="00793CC2"/>
    <w:rsid w:val="00794216"/>
    <w:rsid w:val="00795F90"/>
    <w:rsid w:val="00796609"/>
    <w:rsid w:val="007968FA"/>
    <w:rsid w:val="00797068"/>
    <w:rsid w:val="007A1A71"/>
    <w:rsid w:val="007C0CED"/>
    <w:rsid w:val="007C120B"/>
    <w:rsid w:val="007C55E4"/>
    <w:rsid w:val="007C79B5"/>
    <w:rsid w:val="007D06DE"/>
    <w:rsid w:val="007D1DF7"/>
    <w:rsid w:val="007D6479"/>
    <w:rsid w:val="007D7F1F"/>
    <w:rsid w:val="007E14BD"/>
    <w:rsid w:val="007E307A"/>
    <w:rsid w:val="007E33E3"/>
    <w:rsid w:val="007E4CA7"/>
    <w:rsid w:val="007E5ED4"/>
    <w:rsid w:val="007E6FD3"/>
    <w:rsid w:val="007E6FF1"/>
    <w:rsid w:val="007F1B11"/>
    <w:rsid w:val="007F34EC"/>
    <w:rsid w:val="00800396"/>
    <w:rsid w:val="00801456"/>
    <w:rsid w:val="00803B98"/>
    <w:rsid w:val="00806A16"/>
    <w:rsid w:val="00813625"/>
    <w:rsid w:val="00814170"/>
    <w:rsid w:val="00817795"/>
    <w:rsid w:val="00820844"/>
    <w:rsid w:val="00820BE7"/>
    <w:rsid w:val="00824D0B"/>
    <w:rsid w:val="00825139"/>
    <w:rsid w:val="00826AA9"/>
    <w:rsid w:val="008278B9"/>
    <w:rsid w:val="00830B33"/>
    <w:rsid w:val="00835511"/>
    <w:rsid w:val="008367F2"/>
    <w:rsid w:val="008403F6"/>
    <w:rsid w:val="00841AAB"/>
    <w:rsid w:val="00842256"/>
    <w:rsid w:val="00845A08"/>
    <w:rsid w:val="00847496"/>
    <w:rsid w:val="00847E07"/>
    <w:rsid w:val="00850F8C"/>
    <w:rsid w:val="008510E3"/>
    <w:rsid w:val="0085242C"/>
    <w:rsid w:val="00852904"/>
    <w:rsid w:val="0086063E"/>
    <w:rsid w:val="00862EC6"/>
    <w:rsid w:val="008638AD"/>
    <w:rsid w:val="00864EAB"/>
    <w:rsid w:val="00866018"/>
    <w:rsid w:val="00867344"/>
    <w:rsid w:val="008674E0"/>
    <w:rsid w:val="00867B67"/>
    <w:rsid w:val="00870C5F"/>
    <w:rsid w:val="00873B4C"/>
    <w:rsid w:val="008757A4"/>
    <w:rsid w:val="00877E0E"/>
    <w:rsid w:val="00880864"/>
    <w:rsid w:val="0088530D"/>
    <w:rsid w:val="00890045"/>
    <w:rsid w:val="00890AB5"/>
    <w:rsid w:val="0089282B"/>
    <w:rsid w:val="00894457"/>
    <w:rsid w:val="00895489"/>
    <w:rsid w:val="0089590B"/>
    <w:rsid w:val="00895E4E"/>
    <w:rsid w:val="00896AC8"/>
    <w:rsid w:val="008A2770"/>
    <w:rsid w:val="008A2D90"/>
    <w:rsid w:val="008A32F4"/>
    <w:rsid w:val="008A348A"/>
    <w:rsid w:val="008A35DA"/>
    <w:rsid w:val="008A3B41"/>
    <w:rsid w:val="008A53E5"/>
    <w:rsid w:val="008A5C92"/>
    <w:rsid w:val="008C32BA"/>
    <w:rsid w:val="008C4687"/>
    <w:rsid w:val="008C5DED"/>
    <w:rsid w:val="008C64D0"/>
    <w:rsid w:val="008C6933"/>
    <w:rsid w:val="008C71E0"/>
    <w:rsid w:val="008D0996"/>
    <w:rsid w:val="008D0DF7"/>
    <w:rsid w:val="008D18AA"/>
    <w:rsid w:val="008D3A44"/>
    <w:rsid w:val="008E46A4"/>
    <w:rsid w:val="008E7CBD"/>
    <w:rsid w:val="008F0818"/>
    <w:rsid w:val="008F44F0"/>
    <w:rsid w:val="008F5866"/>
    <w:rsid w:val="008F5A9D"/>
    <w:rsid w:val="008F6265"/>
    <w:rsid w:val="008F6559"/>
    <w:rsid w:val="008F7BFD"/>
    <w:rsid w:val="009008ED"/>
    <w:rsid w:val="0090132D"/>
    <w:rsid w:val="0090586F"/>
    <w:rsid w:val="00911494"/>
    <w:rsid w:val="009117FE"/>
    <w:rsid w:val="0091230C"/>
    <w:rsid w:val="009147E4"/>
    <w:rsid w:val="009158EC"/>
    <w:rsid w:val="00921AAA"/>
    <w:rsid w:val="009237C6"/>
    <w:rsid w:val="0093509B"/>
    <w:rsid w:val="0093510F"/>
    <w:rsid w:val="00950256"/>
    <w:rsid w:val="0095442A"/>
    <w:rsid w:val="00957325"/>
    <w:rsid w:val="009576FC"/>
    <w:rsid w:val="00965F78"/>
    <w:rsid w:val="00967D45"/>
    <w:rsid w:val="00972153"/>
    <w:rsid w:val="00972851"/>
    <w:rsid w:val="009819CE"/>
    <w:rsid w:val="00981F2A"/>
    <w:rsid w:val="00985B73"/>
    <w:rsid w:val="009A1834"/>
    <w:rsid w:val="009A3046"/>
    <w:rsid w:val="009A34DE"/>
    <w:rsid w:val="009A5D39"/>
    <w:rsid w:val="009A73B8"/>
    <w:rsid w:val="009A7FC1"/>
    <w:rsid w:val="009B1EC4"/>
    <w:rsid w:val="009B23FF"/>
    <w:rsid w:val="009B35C3"/>
    <w:rsid w:val="009B4065"/>
    <w:rsid w:val="009B47FC"/>
    <w:rsid w:val="009C0FAD"/>
    <w:rsid w:val="009C398B"/>
    <w:rsid w:val="009C6185"/>
    <w:rsid w:val="009D2B78"/>
    <w:rsid w:val="009D7B30"/>
    <w:rsid w:val="009E362D"/>
    <w:rsid w:val="009E47D2"/>
    <w:rsid w:val="009E52F3"/>
    <w:rsid w:val="009E5BCF"/>
    <w:rsid w:val="009E644C"/>
    <w:rsid w:val="009F082C"/>
    <w:rsid w:val="009F2B04"/>
    <w:rsid w:val="009F7B66"/>
    <w:rsid w:val="00A00456"/>
    <w:rsid w:val="00A015A5"/>
    <w:rsid w:val="00A027CB"/>
    <w:rsid w:val="00A06800"/>
    <w:rsid w:val="00A129D3"/>
    <w:rsid w:val="00A13A90"/>
    <w:rsid w:val="00A1489B"/>
    <w:rsid w:val="00A149FF"/>
    <w:rsid w:val="00A14AD2"/>
    <w:rsid w:val="00A14F5F"/>
    <w:rsid w:val="00A15363"/>
    <w:rsid w:val="00A16480"/>
    <w:rsid w:val="00A170A0"/>
    <w:rsid w:val="00A25695"/>
    <w:rsid w:val="00A2655C"/>
    <w:rsid w:val="00A268CD"/>
    <w:rsid w:val="00A271DE"/>
    <w:rsid w:val="00A401FC"/>
    <w:rsid w:val="00A40A0B"/>
    <w:rsid w:val="00A43AE5"/>
    <w:rsid w:val="00A44EC4"/>
    <w:rsid w:val="00A45F7C"/>
    <w:rsid w:val="00A50F36"/>
    <w:rsid w:val="00A56111"/>
    <w:rsid w:val="00A646DA"/>
    <w:rsid w:val="00A676DC"/>
    <w:rsid w:val="00A70560"/>
    <w:rsid w:val="00A735FE"/>
    <w:rsid w:val="00A74EDB"/>
    <w:rsid w:val="00A760AD"/>
    <w:rsid w:val="00A77161"/>
    <w:rsid w:val="00A81415"/>
    <w:rsid w:val="00A8205D"/>
    <w:rsid w:val="00A82F70"/>
    <w:rsid w:val="00A84C0B"/>
    <w:rsid w:val="00AA4AE1"/>
    <w:rsid w:val="00AA506F"/>
    <w:rsid w:val="00AA7D1F"/>
    <w:rsid w:val="00AB0127"/>
    <w:rsid w:val="00AB6087"/>
    <w:rsid w:val="00AC0EE3"/>
    <w:rsid w:val="00AC53B0"/>
    <w:rsid w:val="00AD2F81"/>
    <w:rsid w:val="00AD427F"/>
    <w:rsid w:val="00AD43C7"/>
    <w:rsid w:val="00AD49E8"/>
    <w:rsid w:val="00AE1141"/>
    <w:rsid w:val="00AE6360"/>
    <w:rsid w:val="00AE7D21"/>
    <w:rsid w:val="00AF0BFB"/>
    <w:rsid w:val="00AF0C4F"/>
    <w:rsid w:val="00AF1A4A"/>
    <w:rsid w:val="00AF1E6D"/>
    <w:rsid w:val="00AF27BA"/>
    <w:rsid w:val="00B03F41"/>
    <w:rsid w:val="00B046BD"/>
    <w:rsid w:val="00B04FF7"/>
    <w:rsid w:val="00B05E82"/>
    <w:rsid w:val="00B06844"/>
    <w:rsid w:val="00B11619"/>
    <w:rsid w:val="00B14C2D"/>
    <w:rsid w:val="00B14EA8"/>
    <w:rsid w:val="00B15046"/>
    <w:rsid w:val="00B1591A"/>
    <w:rsid w:val="00B214F7"/>
    <w:rsid w:val="00B24552"/>
    <w:rsid w:val="00B3030B"/>
    <w:rsid w:val="00B33F59"/>
    <w:rsid w:val="00B37430"/>
    <w:rsid w:val="00B41238"/>
    <w:rsid w:val="00B41865"/>
    <w:rsid w:val="00B506FE"/>
    <w:rsid w:val="00B52C59"/>
    <w:rsid w:val="00B55D03"/>
    <w:rsid w:val="00B57DBB"/>
    <w:rsid w:val="00B6013F"/>
    <w:rsid w:val="00B610F2"/>
    <w:rsid w:val="00B6120B"/>
    <w:rsid w:val="00B64F05"/>
    <w:rsid w:val="00B65995"/>
    <w:rsid w:val="00B67537"/>
    <w:rsid w:val="00B714A7"/>
    <w:rsid w:val="00B757DB"/>
    <w:rsid w:val="00B81784"/>
    <w:rsid w:val="00B82203"/>
    <w:rsid w:val="00B930EB"/>
    <w:rsid w:val="00BA11A3"/>
    <w:rsid w:val="00BA36E0"/>
    <w:rsid w:val="00BA5349"/>
    <w:rsid w:val="00BB041A"/>
    <w:rsid w:val="00BB05D7"/>
    <w:rsid w:val="00BB1860"/>
    <w:rsid w:val="00BB2294"/>
    <w:rsid w:val="00BB32FC"/>
    <w:rsid w:val="00BB3A3B"/>
    <w:rsid w:val="00BB69C4"/>
    <w:rsid w:val="00BB6B0B"/>
    <w:rsid w:val="00BB7941"/>
    <w:rsid w:val="00BC17FF"/>
    <w:rsid w:val="00BC6C19"/>
    <w:rsid w:val="00BD1579"/>
    <w:rsid w:val="00BD72A6"/>
    <w:rsid w:val="00BD75C4"/>
    <w:rsid w:val="00BE10A1"/>
    <w:rsid w:val="00BE1A2E"/>
    <w:rsid w:val="00BE2615"/>
    <w:rsid w:val="00BE413A"/>
    <w:rsid w:val="00BE4376"/>
    <w:rsid w:val="00BE7DA6"/>
    <w:rsid w:val="00BF1E1F"/>
    <w:rsid w:val="00BF1EA4"/>
    <w:rsid w:val="00BF36CD"/>
    <w:rsid w:val="00BF43D1"/>
    <w:rsid w:val="00BF4822"/>
    <w:rsid w:val="00BF4CC6"/>
    <w:rsid w:val="00BF575E"/>
    <w:rsid w:val="00C00C9D"/>
    <w:rsid w:val="00C04920"/>
    <w:rsid w:val="00C14B0F"/>
    <w:rsid w:val="00C174D4"/>
    <w:rsid w:val="00C2098C"/>
    <w:rsid w:val="00C20D23"/>
    <w:rsid w:val="00C27842"/>
    <w:rsid w:val="00C36363"/>
    <w:rsid w:val="00C43B1A"/>
    <w:rsid w:val="00C52EEB"/>
    <w:rsid w:val="00C5397D"/>
    <w:rsid w:val="00C53D8B"/>
    <w:rsid w:val="00C55ACE"/>
    <w:rsid w:val="00C641A7"/>
    <w:rsid w:val="00C671A3"/>
    <w:rsid w:val="00C745B7"/>
    <w:rsid w:val="00C768A3"/>
    <w:rsid w:val="00C76F73"/>
    <w:rsid w:val="00C77ECA"/>
    <w:rsid w:val="00C80D86"/>
    <w:rsid w:val="00C93DD9"/>
    <w:rsid w:val="00C94463"/>
    <w:rsid w:val="00C94CCF"/>
    <w:rsid w:val="00C9590C"/>
    <w:rsid w:val="00C9613E"/>
    <w:rsid w:val="00C96AA2"/>
    <w:rsid w:val="00CA24A0"/>
    <w:rsid w:val="00CA7292"/>
    <w:rsid w:val="00CB10BF"/>
    <w:rsid w:val="00CB27F0"/>
    <w:rsid w:val="00CB5BA0"/>
    <w:rsid w:val="00CC4AC4"/>
    <w:rsid w:val="00CC5522"/>
    <w:rsid w:val="00CC7578"/>
    <w:rsid w:val="00CD0473"/>
    <w:rsid w:val="00CD1045"/>
    <w:rsid w:val="00CD20F3"/>
    <w:rsid w:val="00CD3725"/>
    <w:rsid w:val="00CD63FD"/>
    <w:rsid w:val="00CD7D1A"/>
    <w:rsid w:val="00CE1176"/>
    <w:rsid w:val="00CE48C9"/>
    <w:rsid w:val="00CE4D5B"/>
    <w:rsid w:val="00CE6BD7"/>
    <w:rsid w:val="00CF50E8"/>
    <w:rsid w:val="00CF699D"/>
    <w:rsid w:val="00D033FA"/>
    <w:rsid w:val="00D11238"/>
    <w:rsid w:val="00D11ED4"/>
    <w:rsid w:val="00D14BB5"/>
    <w:rsid w:val="00D2107F"/>
    <w:rsid w:val="00D24B09"/>
    <w:rsid w:val="00D33258"/>
    <w:rsid w:val="00D34E28"/>
    <w:rsid w:val="00D411A9"/>
    <w:rsid w:val="00D428A7"/>
    <w:rsid w:val="00D4617C"/>
    <w:rsid w:val="00D51A21"/>
    <w:rsid w:val="00D53B54"/>
    <w:rsid w:val="00D5597C"/>
    <w:rsid w:val="00D60A73"/>
    <w:rsid w:val="00D618F9"/>
    <w:rsid w:val="00D62A46"/>
    <w:rsid w:val="00D66DB3"/>
    <w:rsid w:val="00D72F4A"/>
    <w:rsid w:val="00D80810"/>
    <w:rsid w:val="00D809FA"/>
    <w:rsid w:val="00D848E6"/>
    <w:rsid w:val="00D863FF"/>
    <w:rsid w:val="00D87448"/>
    <w:rsid w:val="00D90F99"/>
    <w:rsid w:val="00D921B5"/>
    <w:rsid w:val="00D93DEA"/>
    <w:rsid w:val="00D94B94"/>
    <w:rsid w:val="00D9567C"/>
    <w:rsid w:val="00D96AC3"/>
    <w:rsid w:val="00D97C89"/>
    <w:rsid w:val="00DA1D77"/>
    <w:rsid w:val="00DA36EF"/>
    <w:rsid w:val="00DA5C79"/>
    <w:rsid w:val="00DB2123"/>
    <w:rsid w:val="00DB41D7"/>
    <w:rsid w:val="00DB633E"/>
    <w:rsid w:val="00DB6813"/>
    <w:rsid w:val="00DC1565"/>
    <w:rsid w:val="00DC3D82"/>
    <w:rsid w:val="00DC4857"/>
    <w:rsid w:val="00DC4FF0"/>
    <w:rsid w:val="00DD1447"/>
    <w:rsid w:val="00DD23BB"/>
    <w:rsid w:val="00DD2FB6"/>
    <w:rsid w:val="00DD58B2"/>
    <w:rsid w:val="00DE4284"/>
    <w:rsid w:val="00DE5B98"/>
    <w:rsid w:val="00DE5F8C"/>
    <w:rsid w:val="00DF28D0"/>
    <w:rsid w:val="00DF4A8F"/>
    <w:rsid w:val="00DF746E"/>
    <w:rsid w:val="00E02E68"/>
    <w:rsid w:val="00E03EA0"/>
    <w:rsid w:val="00E04C68"/>
    <w:rsid w:val="00E076DF"/>
    <w:rsid w:val="00E11C6B"/>
    <w:rsid w:val="00E13FB3"/>
    <w:rsid w:val="00E16B9A"/>
    <w:rsid w:val="00E178A6"/>
    <w:rsid w:val="00E21E39"/>
    <w:rsid w:val="00E22B37"/>
    <w:rsid w:val="00E27FD7"/>
    <w:rsid w:val="00E33047"/>
    <w:rsid w:val="00E3407E"/>
    <w:rsid w:val="00E402AE"/>
    <w:rsid w:val="00E4115F"/>
    <w:rsid w:val="00E438AC"/>
    <w:rsid w:val="00E460B6"/>
    <w:rsid w:val="00E46131"/>
    <w:rsid w:val="00E46AC5"/>
    <w:rsid w:val="00E50DF4"/>
    <w:rsid w:val="00E53572"/>
    <w:rsid w:val="00E555AA"/>
    <w:rsid w:val="00E56E2B"/>
    <w:rsid w:val="00E57E39"/>
    <w:rsid w:val="00E6288B"/>
    <w:rsid w:val="00E64719"/>
    <w:rsid w:val="00E64BA2"/>
    <w:rsid w:val="00E67FF9"/>
    <w:rsid w:val="00E72064"/>
    <w:rsid w:val="00E73C75"/>
    <w:rsid w:val="00E7558E"/>
    <w:rsid w:val="00E775F6"/>
    <w:rsid w:val="00E82BF0"/>
    <w:rsid w:val="00E82F13"/>
    <w:rsid w:val="00E851B9"/>
    <w:rsid w:val="00E86CA8"/>
    <w:rsid w:val="00E87472"/>
    <w:rsid w:val="00E94D11"/>
    <w:rsid w:val="00E95191"/>
    <w:rsid w:val="00EA361A"/>
    <w:rsid w:val="00EA3E6E"/>
    <w:rsid w:val="00EA4268"/>
    <w:rsid w:val="00EA565F"/>
    <w:rsid w:val="00EB15A3"/>
    <w:rsid w:val="00EB3DB2"/>
    <w:rsid w:val="00EB5BD2"/>
    <w:rsid w:val="00EB6B07"/>
    <w:rsid w:val="00EB70FD"/>
    <w:rsid w:val="00EB751C"/>
    <w:rsid w:val="00EC68C0"/>
    <w:rsid w:val="00EC6E82"/>
    <w:rsid w:val="00ED1DC9"/>
    <w:rsid w:val="00ED2031"/>
    <w:rsid w:val="00ED28F0"/>
    <w:rsid w:val="00ED2A60"/>
    <w:rsid w:val="00ED2C80"/>
    <w:rsid w:val="00ED2F5F"/>
    <w:rsid w:val="00ED4501"/>
    <w:rsid w:val="00EE0241"/>
    <w:rsid w:val="00EE5B82"/>
    <w:rsid w:val="00EE7064"/>
    <w:rsid w:val="00EF427F"/>
    <w:rsid w:val="00EF5216"/>
    <w:rsid w:val="00EF740E"/>
    <w:rsid w:val="00EF7490"/>
    <w:rsid w:val="00F01D6D"/>
    <w:rsid w:val="00F0254A"/>
    <w:rsid w:val="00F03588"/>
    <w:rsid w:val="00F03F24"/>
    <w:rsid w:val="00F07CDC"/>
    <w:rsid w:val="00F1028E"/>
    <w:rsid w:val="00F1102B"/>
    <w:rsid w:val="00F15358"/>
    <w:rsid w:val="00F156D1"/>
    <w:rsid w:val="00F15D4B"/>
    <w:rsid w:val="00F225D5"/>
    <w:rsid w:val="00F239D6"/>
    <w:rsid w:val="00F26FDF"/>
    <w:rsid w:val="00F27190"/>
    <w:rsid w:val="00F303FD"/>
    <w:rsid w:val="00F341BB"/>
    <w:rsid w:val="00F37C85"/>
    <w:rsid w:val="00F43447"/>
    <w:rsid w:val="00F4524A"/>
    <w:rsid w:val="00F5016B"/>
    <w:rsid w:val="00F50211"/>
    <w:rsid w:val="00F53D38"/>
    <w:rsid w:val="00F5462C"/>
    <w:rsid w:val="00F55E53"/>
    <w:rsid w:val="00F567E2"/>
    <w:rsid w:val="00F64DED"/>
    <w:rsid w:val="00F70A29"/>
    <w:rsid w:val="00F7161F"/>
    <w:rsid w:val="00F72A8B"/>
    <w:rsid w:val="00F80505"/>
    <w:rsid w:val="00F8652E"/>
    <w:rsid w:val="00FA0810"/>
    <w:rsid w:val="00FA1345"/>
    <w:rsid w:val="00FA1F03"/>
    <w:rsid w:val="00FA24CA"/>
    <w:rsid w:val="00FB37F2"/>
    <w:rsid w:val="00FB4CC0"/>
    <w:rsid w:val="00FB6136"/>
    <w:rsid w:val="00FB698B"/>
    <w:rsid w:val="00FB6A39"/>
    <w:rsid w:val="00FC263B"/>
    <w:rsid w:val="00FC5B52"/>
    <w:rsid w:val="00FC5EF8"/>
    <w:rsid w:val="00FC67B5"/>
    <w:rsid w:val="00FC762D"/>
    <w:rsid w:val="00FD03F2"/>
    <w:rsid w:val="00FE12AD"/>
    <w:rsid w:val="00FE195C"/>
    <w:rsid w:val="00FE20CE"/>
    <w:rsid w:val="00FE385F"/>
    <w:rsid w:val="00FF4720"/>
    <w:rsid w:val="00FF6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8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54A"/>
    <w:rPr>
      <w:sz w:val="24"/>
      <w:szCs w:val="24"/>
    </w:rPr>
  </w:style>
  <w:style w:type="paragraph" w:styleId="1">
    <w:name w:val="heading 1"/>
    <w:basedOn w:val="a"/>
    <w:next w:val="a"/>
    <w:qFormat/>
    <w:rsid w:val="00520F22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qFormat/>
    <w:rsid w:val="00520F22"/>
    <w:pPr>
      <w:keepNext/>
      <w:jc w:val="center"/>
      <w:outlineLvl w:val="1"/>
    </w:pPr>
    <w:rPr>
      <w:b/>
      <w:bCs/>
      <w:sz w:val="44"/>
      <w:szCs w:val="44"/>
    </w:rPr>
  </w:style>
  <w:style w:type="paragraph" w:styleId="3">
    <w:name w:val="heading 3"/>
    <w:basedOn w:val="a"/>
    <w:next w:val="a"/>
    <w:qFormat/>
    <w:rsid w:val="00520F22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520F22"/>
    <w:pPr>
      <w:keepNext/>
      <w:jc w:val="center"/>
      <w:outlineLvl w:val="3"/>
    </w:pPr>
    <w:rPr>
      <w:b/>
      <w:bCs/>
      <w:sz w:val="36"/>
      <w:szCs w:val="36"/>
    </w:rPr>
  </w:style>
  <w:style w:type="paragraph" w:styleId="5">
    <w:name w:val="heading 5"/>
    <w:basedOn w:val="a"/>
    <w:next w:val="a"/>
    <w:qFormat/>
    <w:rsid w:val="00520F22"/>
    <w:pPr>
      <w:keepNext/>
      <w:jc w:val="center"/>
      <w:outlineLvl w:val="4"/>
    </w:pPr>
    <w:rPr>
      <w:b/>
      <w:bCs/>
      <w:sz w:val="34"/>
      <w:szCs w:val="34"/>
    </w:rPr>
  </w:style>
  <w:style w:type="paragraph" w:styleId="6">
    <w:name w:val="heading 6"/>
    <w:basedOn w:val="a"/>
    <w:next w:val="a"/>
    <w:qFormat/>
    <w:rsid w:val="00520F22"/>
    <w:pPr>
      <w:keepNext/>
      <w:ind w:left="7788" w:firstLine="708"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520F22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qFormat/>
    <w:rsid w:val="00520F22"/>
    <w:pPr>
      <w:keepNext/>
      <w:spacing w:line="360" w:lineRule="auto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3A4FB6"/>
    <w:pPr>
      <w:keepNext/>
      <w:jc w:val="center"/>
      <w:outlineLvl w:val="8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520F22"/>
    <w:pPr>
      <w:keepNext/>
      <w:autoSpaceDE w:val="0"/>
      <w:autoSpaceDN w:val="0"/>
      <w:jc w:val="center"/>
      <w:outlineLvl w:val="0"/>
    </w:pPr>
    <w:rPr>
      <w:b/>
      <w:bCs/>
    </w:rPr>
  </w:style>
  <w:style w:type="paragraph" w:customStyle="1" w:styleId="d3">
    <w:name w:val="Основdой текст с отступом 3"/>
    <w:basedOn w:val="a"/>
    <w:rsid w:val="00520F22"/>
    <w:pPr>
      <w:widowControl w:val="0"/>
      <w:autoSpaceDE w:val="0"/>
      <w:autoSpaceDN w:val="0"/>
      <w:ind w:firstLine="709"/>
      <w:jc w:val="both"/>
    </w:pPr>
  </w:style>
  <w:style w:type="paragraph" w:customStyle="1" w:styleId="70">
    <w:name w:val="заголовок 7"/>
    <w:basedOn w:val="a"/>
    <w:next w:val="a"/>
    <w:rsid w:val="00520F22"/>
    <w:pPr>
      <w:keepNext/>
      <w:autoSpaceDE w:val="0"/>
      <w:autoSpaceDN w:val="0"/>
      <w:ind w:left="2880" w:firstLine="720"/>
      <w:jc w:val="both"/>
      <w:outlineLvl w:val="6"/>
    </w:pPr>
    <w:rPr>
      <w:sz w:val="28"/>
      <w:szCs w:val="28"/>
    </w:rPr>
  </w:style>
  <w:style w:type="paragraph" w:customStyle="1" w:styleId="ConsPlusNormal">
    <w:name w:val="ConsPlusNormal"/>
    <w:rsid w:val="00520F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rsid w:val="00520F22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520F22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520F22"/>
    <w:pPr>
      <w:widowControl w:val="0"/>
      <w:autoSpaceDE w:val="0"/>
      <w:autoSpaceDN w:val="0"/>
      <w:spacing w:line="360" w:lineRule="auto"/>
      <w:jc w:val="both"/>
    </w:pPr>
  </w:style>
  <w:style w:type="character" w:styleId="a6">
    <w:name w:val="footnote reference"/>
    <w:basedOn w:val="a0"/>
    <w:semiHidden/>
    <w:rsid w:val="00520F22"/>
    <w:rPr>
      <w:vertAlign w:val="superscript"/>
    </w:rPr>
  </w:style>
  <w:style w:type="paragraph" w:styleId="20">
    <w:name w:val="Body Text Indent 2"/>
    <w:basedOn w:val="a"/>
    <w:rsid w:val="00520F22"/>
    <w:pPr>
      <w:spacing w:line="360" w:lineRule="auto"/>
      <w:ind w:firstLine="708"/>
      <w:jc w:val="both"/>
    </w:pPr>
  </w:style>
  <w:style w:type="paragraph" w:styleId="a7">
    <w:name w:val="Body Text Indent"/>
    <w:basedOn w:val="a"/>
    <w:rsid w:val="00520F22"/>
    <w:pPr>
      <w:jc w:val="both"/>
    </w:pPr>
  </w:style>
  <w:style w:type="paragraph" w:styleId="a8">
    <w:name w:val="footnote text"/>
    <w:basedOn w:val="a"/>
    <w:semiHidden/>
    <w:rsid w:val="00520F22"/>
    <w:rPr>
      <w:sz w:val="20"/>
      <w:szCs w:val="20"/>
    </w:rPr>
  </w:style>
  <w:style w:type="character" w:styleId="a9">
    <w:name w:val="page number"/>
    <w:basedOn w:val="a0"/>
    <w:rsid w:val="00520F22"/>
  </w:style>
  <w:style w:type="paragraph" w:styleId="30">
    <w:name w:val="Body Text Indent 3"/>
    <w:basedOn w:val="a"/>
    <w:rsid w:val="00520F22"/>
    <w:pPr>
      <w:ind w:left="900" w:hanging="360"/>
    </w:pPr>
  </w:style>
  <w:style w:type="paragraph" w:customStyle="1" w:styleId="Heading">
    <w:name w:val="Heading"/>
    <w:rsid w:val="00520F2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Title"/>
    <w:basedOn w:val="a"/>
    <w:qFormat/>
    <w:rsid w:val="00520F2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1">
    <w:name w:val="Îáû÷íûé1"/>
    <w:rsid w:val="00520F22"/>
    <w:pPr>
      <w:widowControl w:val="0"/>
      <w:autoSpaceDE w:val="0"/>
      <w:autoSpaceDN w:val="0"/>
      <w:adjustRightInd w:val="0"/>
    </w:pPr>
  </w:style>
  <w:style w:type="paragraph" w:styleId="ab">
    <w:name w:val="Block Text"/>
    <w:basedOn w:val="a"/>
    <w:rsid w:val="00520F22"/>
    <w:pPr>
      <w:ind w:left="-91" w:right="-91"/>
      <w:jc w:val="center"/>
    </w:pPr>
    <w:rPr>
      <w:sz w:val="20"/>
      <w:szCs w:val="20"/>
    </w:rPr>
  </w:style>
  <w:style w:type="table" w:styleId="ac">
    <w:name w:val="Table Grid"/>
    <w:basedOn w:val="a1"/>
    <w:rsid w:val="00520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5442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rsid w:val="003A4FB6"/>
    <w:pPr>
      <w:spacing w:after="120" w:line="480" w:lineRule="auto"/>
    </w:pPr>
  </w:style>
  <w:style w:type="paragraph" w:styleId="31">
    <w:name w:val="Body Text 3"/>
    <w:basedOn w:val="a"/>
    <w:rsid w:val="003A4FB6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3A4FB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d">
    <w:name w:val="Hyperlink"/>
    <w:basedOn w:val="a0"/>
    <w:rsid w:val="000A6AB1"/>
    <w:rPr>
      <w:color w:val="0000FF"/>
      <w:u w:val="single"/>
    </w:rPr>
  </w:style>
  <w:style w:type="paragraph" w:styleId="ae">
    <w:name w:val="Balloon Text"/>
    <w:basedOn w:val="a"/>
    <w:semiHidden/>
    <w:rsid w:val="00E13FB3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CE1176"/>
    <w:pPr>
      <w:widowControl w:val="0"/>
      <w:autoSpaceDE w:val="0"/>
      <w:autoSpaceDN w:val="0"/>
      <w:adjustRightInd w:val="0"/>
      <w:spacing w:line="325" w:lineRule="exact"/>
      <w:ind w:firstLine="533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CE1176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uiPriority w:val="99"/>
    <w:unhideWhenUsed/>
    <w:rsid w:val="005E4965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BF43D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6E348E"/>
    <w:pPr>
      <w:ind w:left="720"/>
      <w:contextualSpacing/>
    </w:pPr>
  </w:style>
  <w:style w:type="character" w:customStyle="1" w:styleId="22">
    <w:name w:val="Основной текст (2) + Полужирный;Курсив"/>
    <w:basedOn w:val="a0"/>
    <w:rsid w:val="000569A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A676D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7;&#1074;&#1077;&#1090;&#1083;&#1072;&#1085;&#1072;%20&#1041;&#1086;&#1081;&#1082;&#1086;\Downloads\&#1041;&#1083;&#1072;&#1085;&#1082;%20&#1050;&#1057;%20&#1052;&#1054;%20(3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D7D4B-B285-42EF-B8A4-DEFC514F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КС МО (3)</Template>
  <TotalTime>168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Reanimator Extreme Edition</Company>
  <LinksUpToDate>false</LinksUpToDate>
  <CharactersWithSpaces>2530</CharactersWithSpaces>
  <SharedDoc>false</SharedDoc>
  <HLinks>
    <vt:vector size="12" baseType="variant">
      <vt:variant>
        <vt:i4>4849786</vt:i4>
      </vt:variant>
      <vt:variant>
        <vt:i4>9</vt:i4>
      </vt:variant>
      <vt:variant>
        <vt:i4>0</vt:i4>
      </vt:variant>
      <vt:variant>
        <vt:i4>5</vt:i4>
      </vt:variant>
      <vt:variant>
        <vt:lpwstr>mailto:gkhcom@mosreg.ru</vt:lpwstr>
      </vt:variant>
      <vt:variant>
        <vt:lpwstr/>
      </vt:variant>
      <vt:variant>
        <vt:i4>4849786</vt:i4>
      </vt:variant>
      <vt:variant>
        <vt:i4>3</vt:i4>
      </vt:variant>
      <vt:variant>
        <vt:i4>0</vt:i4>
      </vt:variant>
      <vt:variant>
        <vt:i4>5</vt:i4>
      </vt:variant>
      <vt:variant>
        <vt:lpwstr>mailto:gkhcom@mosreg.ru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Светлана Бойко</dc:creator>
  <cp:lastModifiedBy>Vladimir Krutov</cp:lastModifiedBy>
  <cp:revision>8</cp:revision>
  <cp:lastPrinted>2019-06-03T14:53:00Z</cp:lastPrinted>
  <dcterms:created xsi:type="dcterms:W3CDTF">2019-06-03T09:49:00Z</dcterms:created>
  <dcterms:modified xsi:type="dcterms:W3CDTF">2019-06-03T15:31:00Z</dcterms:modified>
</cp:coreProperties>
</file>